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09" w:rsidRPr="00503A3D" w:rsidRDefault="000C5409" w:rsidP="00503A3D">
      <w:pPr>
        <w:tabs>
          <w:tab w:val="left" w:pos="80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03A3D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C5409" w:rsidRPr="00503A3D" w:rsidRDefault="000C5409" w:rsidP="00503A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03A3D">
        <w:rPr>
          <w:rFonts w:ascii="Times New Roman" w:hAnsi="Times New Roman"/>
          <w:b/>
          <w:sz w:val="28"/>
          <w:szCs w:val="28"/>
        </w:rPr>
        <w:t>ГУСЕЛЬНИКОВСКОГО СЕЛЬСОВЕТА ИСКИТИМСКОГО РАЙОНА</w:t>
      </w:r>
    </w:p>
    <w:p w:rsidR="000C5409" w:rsidRPr="00503A3D" w:rsidRDefault="000C5409" w:rsidP="00503A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03A3D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0C5409" w:rsidRDefault="000C5409" w:rsidP="00503A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03A3D">
        <w:rPr>
          <w:rFonts w:ascii="Times New Roman" w:hAnsi="Times New Roman"/>
          <w:b/>
          <w:sz w:val="28"/>
          <w:szCs w:val="28"/>
        </w:rPr>
        <w:t>(пятого созыва)</w:t>
      </w:r>
    </w:p>
    <w:p w:rsidR="000C5409" w:rsidRPr="00503A3D" w:rsidRDefault="000C5409" w:rsidP="00503A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5409" w:rsidRDefault="000C5409" w:rsidP="00801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0C5409" w:rsidRDefault="000C5409" w:rsidP="00801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Двадцатой внеочередной сессии </w:t>
      </w:r>
    </w:p>
    <w:p w:rsidR="000C5409" w:rsidRDefault="000C5409" w:rsidP="00801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5409" w:rsidRDefault="000C5409" w:rsidP="00801B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11.07.2017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№137</w:t>
      </w:r>
    </w:p>
    <w:p w:rsidR="000C5409" w:rsidRPr="00DD161E" w:rsidRDefault="000C5409" w:rsidP="00801B01">
      <w:pPr>
        <w:spacing w:after="0" w:line="240" w:lineRule="auto"/>
        <w:ind w:left="708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</w:p>
    <w:p w:rsidR="000C5409" w:rsidRDefault="000C5409" w:rsidP="00801B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5409" w:rsidRDefault="000C5409" w:rsidP="00AB6C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0464E">
        <w:rPr>
          <w:rFonts w:ascii="Times New Roman" w:hAnsi="Times New Roman"/>
          <w:bCs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>начале формирования</w:t>
      </w:r>
      <w:r w:rsidRPr="0040464E">
        <w:rPr>
          <w:rFonts w:ascii="Times New Roman" w:hAnsi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40464E">
        <w:rPr>
          <w:rFonts w:ascii="Times New Roman" w:hAnsi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/>
          <w:bCs/>
          <w:sz w:val="28"/>
          <w:szCs w:val="28"/>
        </w:rPr>
        <w:t xml:space="preserve">и </w:t>
      </w:r>
    </w:p>
    <w:p w:rsidR="000C5409" w:rsidRDefault="000C5409" w:rsidP="00AB6C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Гусельниковского сельсовета Искитимского района </w:t>
      </w:r>
    </w:p>
    <w:p w:rsidR="000C5409" w:rsidRPr="0040464E" w:rsidRDefault="000C5409" w:rsidP="00AB6C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0C5409" w:rsidRDefault="000C5409" w:rsidP="00801B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409" w:rsidRPr="0040464E" w:rsidRDefault="000C5409" w:rsidP="00801B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409" w:rsidRDefault="000C5409" w:rsidP="00801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64E">
        <w:rPr>
          <w:rFonts w:ascii="Times New Roman" w:hAnsi="Times New Roman"/>
          <w:sz w:val="28"/>
          <w:szCs w:val="28"/>
        </w:rPr>
        <w:t xml:space="preserve">В связи с истечением </w:t>
      </w:r>
      <w:r>
        <w:rPr>
          <w:rFonts w:ascii="Times New Roman" w:hAnsi="Times New Roman"/>
          <w:sz w:val="28"/>
          <w:szCs w:val="28"/>
        </w:rPr>
        <w:t xml:space="preserve">5 сентября 2017 года </w:t>
      </w:r>
      <w:r w:rsidRPr="0040464E">
        <w:rPr>
          <w:rFonts w:ascii="Times New Roman" w:hAnsi="Times New Roman"/>
          <w:sz w:val="28"/>
          <w:szCs w:val="28"/>
        </w:rPr>
        <w:t xml:space="preserve">срока полномочий </w:t>
      </w:r>
      <w:r w:rsidRPr="0040464E">
        <w:rPr>
          <w:rFonts w:ascii="Times New Roman" w:hAnsi="Times New Roman"/>
          <w:bCs/>
          <w:sz w:val="28"/>
          <w:szCs w:val="28"/>
        </w:rPr>
        <w:t>избирательн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40464E">
        <w:rPr>
          <w:rFonts w:ascii="Times New Roman" w:hAnsi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Гусельниковского сельсовета Искитимского района Новосибирской области</w:t>
      </w:r>
      <w:r w:rsidRPr="0040464E">
        <w:rPr>
          <w:rFonts w:ascii="Times New Roman" w:hAnsi="Times New Roman"/>
          <w:sz w:val="28"/>
          <w:szCs w:val="28"/>
        </w:rPr>
        <w:t>, в соответствии со статьями 22, 2</w:t>
      </w:r>
      <w:r>
        <w:rPr>
          <w:rFonts w:ascii="Times New Roman" w:hAnsi="Times New Roman"/>
          <w:sz w:val="28"/>
          <w:szCs w:val="28"/>
        </w:rPr>
        <w:t>4</w:t>
      </w:r>
      <w:r w:rsidRPr="0040464E">
        <w:rPr>
          <w:rFonts w:ascii="Times New Roman" w:hAnsi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статьями 4, </w:t>
      </w:r>
      <w:r>
        <w:rPr>
          <w:rFonts w:ascii="Times New Roman" w:hAnsi="Times New Roman"/>
          <w:sz w:val="28"/>
          <w:szCs w:val="28"/>
        </w:rPr>
        <w:t>6</w:t>
      </w:r>
      <w:r w:rsidRPr="0040464E">
        <w:rPr>
          <w:rFonts w:ascii="Times New Roman" w:hAnsi="Times New Roman"/>
          <w:sz w:val="28"/>
          <w:szCs w:val="28"/>
        </w:rPr>
        <w:t xml:space="preserve"> Закона Новосибирской области «Об избирательных комиссиях, комиссиях референдума в Новосибирской области», </w:t>
      </w:r>
      <w:r>
        <w:rPr>
          <w:rFonts w:ascii="Times New Roman" w:hAnsi="Times New Roman"/>
          <w:sz w:val="28"/>
          <w:szCs w:val="28"/>
        </w:rPr>
        <w:t xml:space="preserve">статьей 33 Устава Гусельниковского </w:t>
      </w:r>
      <w:r>
        <w:rPr>
          <w:rFonts w:ascii="Times New Roman" w:hAnsi="Times New Roman"/>
          <w:bCs/>
          <w:sz w:val="28"/>
          <w:szCs w:val="28"/>
        </w:rPr>
        <w:t xml:space="preserve"> сельсовета Искитимского района Новосибирской области</w:t>
      </w:r>
      <w:r w:rsidRPr="0040464E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Совет депутатов Гусельниковского сельсовета Искитимского района Новосибирской области</w:t>
      </w:r>
    </w:p>
    <w:p w:rsidR="000C5409" w:rsidRPr="00F727E2" w:rsidRDefault="000C5409" w:rsidP="00801B0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727E2">
        <w:rPr>
          <w:rFonts w:ascii="Times New Roman" w:hAnsi="Times New Roman"/>
          <w:b/>
          <w:sz w:val="28"/>
          <w:szCs w:val="28"/>
        </w:rPr>
        <w:t>РЕШИЛ:</w:t>
      </w:r>
    </w:p>
    <w:p w:rsidR="000C5409" w:rsidRPr="0040464E" w:rsidRDefault="000C5409" w:rsidP="00801B01">
      <w:pPr>
        <w:pStyle w:val="BodyText"/>
        <w:ind w:firstLine="720"/>
        <w:jc w:val="both"/>
        <w:rPr>
          <w:bCs/>
          <w:sz w:val="28"/>
          <w:szCs w:val="28"/>
        </w:rPr>
      </w:pPr>
      <w:r w:rsidRPr="0040464E">
        <w:rPr>
          <w:sz w:val="28"/>
          <w:szCs w:val="28"/>
        </w:rPr>
        <w:t xml:space="preserve">1. Начать процедуру формирования </w:t>
      </w:r>
      <w:r w:rsidRPr="0040464E">
        <w:rPr>
          <w:bCs/>
          <w:sz w:val="28"/>
          <w:szCs w:val="28"/>
        </w:rPr>
        <w:t>избирательн</w:t>
      </w:r>
      <w:r>
        <w:rPr>
          <w:bCs/>
          <w:sz w:val="28"/>
          <w:szCs w:val="28"/>
        </w:rPr>
        <w:t>ой</w:t>
      </w:r>
      <w:r w:rsidRPr="0040464E">
        <w:rPr>
          <w:bCs/>
          <w:sz w:val="28"/>
          <w:szCs w:val="28"/>
        </w:rPr>
        <w:t xml:space="preserve"> комисси</w:t>
      </w:r>
      <w:r>
        <w:rPr>
          <w:bCs/>
          <w:sz w:val="28"/>
          <w:szCs w:val="28"/>
        </w:rPr>
        <w:t xml:space="preserve">и </w:t>
      </w:r>
      <w:r>
        <w:rPr>
          <w:sz w:val="28"/>
          <w:szCs w:val="28"/>
        </w:rPr>
        <w:t>Гусельниковского сельсовета Искитимского района Новосибирской области</w:t>
      </w:r>
      <w:r>
        <w:rPr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количестве 6 членов избирательной комиссии </w:t>
      </w:r>
      <w:r>
        <w:rPr>
          <w:sz w:val="28"/>
          <w:szCs w:val="28"/>
        </w:rPr>
        <w:t>Гусельниковского сельсовета Искитимского района Новосибирской области</w:t>
      </w:r>
      <w:r>
        <w:rPr>
          <w:bCs/>
          <w:sz w:val="28"/>
          <w:szCs w:val="28"/>
        </w:rPr>
        <w:t xml:space="preserve"> с правом решающего голоса</w:t>
      </w:r>
      <w:r w:rsidRPr="0040464E">
        <w:rPr>
          <w:sz w:val="28"/>
          <w:szCs w:val="28"/>
        </w:rPr>
        <w:t>.</w:t>
      </w:r>
    </w:p>
    <w:p w:rsidR="000C5409" w:rsidRPr="0040464E" w:rsidRDefault="000C5409" w:rsidP="00801B01">
      <w:pPr>
        <w:pStyle w:val="BodyText"/>
        <w:ind w:firstLine="720"/>
        <w:jc w:val="both"/>
        <w:rPr>
          <w:sz w:val="28"/>
          <w:szCs w:val="28"/>
        </w:rPr>
      </w:pPr>
      <w:r w:rsidRPr="0040464E">
        <w:rPr>
          <w:sz w:val="28"/>
          <w:szCs w:val="28"/>
        </w:rPr>
        <w:t xml:space="preserve">2. Установить срок приема предложений </w:t>
      </w:r>
      <w:r>
        <w:rPr>
          <w:sz w:val="28"/>
          <w:szCs w:val="28"/>
        </w:rPr>
        <w:t>Советом депутатов Гусельниковского сельсовета Искитимского района Новосибирской области</w:t>
      </w:r>
      <w:r w:rsidRPr="0040464E">
        <w:rPr>
          <w:sz w:val="28"/>
          <w:szCs w:val="28"/>
        </w:rPr>
        <w:t xml:space="preserve"> по состав</w:t>
      </w:r>
      <w:r>
        <w:rPr>
          <w:sz w:val="28"/>
          <w:szCs w:val="28"/>
        </w:rPr>
        <w:t>у</w:t>
      </w:r>
      <w:r w:rsidRPr="0040464E">
        <w:rPr>
          <w:sz w:val="28"/>
          <w:szCs w:val="28"/>
        </w:rPr>
        <w:t xml:space="preserve"> </w:t>
      </w:r>
      <w:r w:rsidRPr="0040464E">
        <w:rPr>
          <w:bCs/>
          <w:sz w:val="28"/>
          <w:szCs w:val="28"/>
        </w:rPr>
        <w:t>избирательн</w:t>
      </w:r>
      <w:r>
        <w:rPr>
          <w:bCs/>
          <w:sz w:val="28"/>
          <w:szCs w:val="28"/>
        </w:rPr>
        <w:t>ой</w:t>
      </w:r>
      <w:r w:rsidRPr="0040464E">
        <w:rPr>
          <w:bCs/>
          <w:sz w:val="28"/>
          <w:szCs w:val="28"/>
        </w:rPr>
        <w:t xml:space="preserve"> комисси</w:t>
      </w:r>
      <w:r>
        <w:rPr>
          <w:bCs/>
          <w:sz w:val="28"/>
          <w:szCs w:val="28"/>
        </w:rPr>
        <w:t xml:space="preserve">и </w:t>
      </w:r>
      <w:r>
        <w:rPr>
          <w:sz w:val="28"/>
          <w:szCs w:val="28"/>
        </w:rPr>
        <w:t>Гусельниковского сельсовета Искитимского района Новосибирской области</w:t>
      </w:r>
      <w:r>
        <w:rPr>
          <w:i/>
          <w:sz w:val="28"/>
          <w:szCs w:val="28"/>
        </w:rPr>
        <w:t xml:space="preserve"> </w:t>
      </w:r>
      <w:r w:rsidRPr="0040464E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13 июля </w:t>
      </w:r>
      <w:r w:rsidRPr="0040464E">
        <w:rPr>
          <w:sz w:val="28"/>
          <w:szCs w:val="28"/>
        </w:rPr>
        <w:t xml:space="preserve">по </w:t>
      </w:r>
      <w:r>
        <w:rPr>
          <w:sz w:val="28"/>
          <w:szCs w:val="28"/>
        </w:rPr>
        <w:t>11 августа 2017 года</w:t>
      </w:r>
      <w:r w:rsidRPr="0040464E">
        <w:rPr>
          <w:sz w:val="28"/>
          <w:szCs w:val="28"/>
        </w:rPr>
        <w:t>.</w:t>
      </w:r>
    </w:p>
    <w:p w:rsidR="000C5409" w:rsidRPr="0040464E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0464E">
        <w:rPr>
          <w:rFonts w:ascii="Times New Roman" w:hAnsi="Times New Roman"/>
          <w:sz w:val="28"/>
          <w:szCs w:val="28"/>
        </w:rPr>
        <w:t xml:space="preserve">3. Утвердить перечень документов, необходимых при внесении предложений </w:t>
      </w:r>
      <w:r w:rsidRPr="00010CA1">
        <w:rPr>
          <w:rFonts w:ascii="Times New Roman" w:hAnsi="Times New Roman"/>
          <w:sz w:val="28"/>
          <w:szCs w:val="28"/>
        </w:rPr>
        <w:t>по кандидатурам в состав</w:t>
      </w:r>
      <w:r w:rsidRPr="0040464E">
        <w:rPr>
          <w:rFonts w:ascii="Times New Roman" w:hAnsi="Times New Roman"/>
          <w:sz w:val="28"/>
          <w:szCs w:val="28"/>
        </w:rPr>
        <w:t xml:space="preserve"> </w:t>
      </w:r>
      <w:r w:rsidRPr="0040464E">
        <w:rPr>
          <w:rFonts w:ascii="Times New Roman" w:hAnsi="Times New Roman"/>
          <w:bCs/>
          <w:sz w:val="28"/>
          <w:szCs w:val="28"/>
        </w:rPr>
        <w:t>избирательн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40464E">
        <w:rPr>
          <w:rFonts w:ascii="Times New Roman" w:hAnsi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Гусельниковского сельсовета Искитимского района Новосибирской области</w:t>
      </w:r>
      <w:r w:rsidRPr="0040464E">
        <w:rPr>
          <w:rFonts w:ascii="Times New Roman" w:hAnsi="Times New Roman"/>
          <w:sz w:val="28"/>
          <w:szCs w:val="28"/>
        </w:rPr>
        <w:t xml:space="preserve"> (приложение № 1). </w:t>
      </w:r>
    </w:p>
    <w:p w:rsidR="000C5409" w:rsidRPr="00C73D43" w:rsidRDefault="000C5409" w:rsidP="00801B01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64E">
        <w:rPr>
          <w:rFonts w:ascii="Times New Roman" w:hAnsi="Times New Roman"/>
          <w:sz w:val="28"/>
          <w:szCs w:val="28"/>
        </w:rPr>
        <w:t xml:space="preserve">4. Утвердить текст сообщения </w:t>
      </w:r>
      <w:r>
        <w:rPr>
          <w:rFonts w:ascii="Times New Roman" w:hAnsi="Times New Roman"/>
          <w:sz w:val="28"/>
          <w:szCs w:val="28"/>
        </w:rPr>
        <w:t xml:space="preserve">Совета депутатов Гусельниковского сельсовета Искитимского района Новосибирской области </w:t>
      </w:r>
      <w:r w:rsidRPr="0040464E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начале формирования </w:t>
      </w:r>
      <w:r w:rsidRPr="0040464E">
        <w:rPr>
          <w:rFonts w:ascii="Times New Roman" w:hAnsi="Times New Roman"/>
          <w:bCs/>
          <w:sz w:val="28"/>
          <w:szCs w:val="28"/>
        </w:rPr>
        <w:t>избирательн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40464E">
        <w:rPr>
          <w:rFonts w:ascii="Times New Roman" w:hAnsi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Гусельниковского сельсовета Искитимского района Новосибирской области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C73D43">
        <w:rPr>
          <w:rFonts w:ascii="Times New Roman" w:hAnsi="Times New Roman"/>
          <w:bCs/>
          <w:sz w:val="28"/>
          <w:szCs w:val="28"/>
        </w:rPr>
        <w:t>сроке приема предложений</w:t>
      </w:r>
      <w:r w:rsidRPr="00C73D43">
        <w:rPr>
          <w:rFonts w:ascii="Times New Roman" w:hAnsi="Times New Roman"/>
          <w:sz w:val="28"/>
          <w:szCs w:val="28"/>
        </w:rPr>
        <w:t xml:space="preserve"> по кандидатурам в состав избирательной комиссии (приложение № 2).</w:t>
      </w:r>
    </w:p>
    <w:p w:rsidR="000C5409" w:rsidRPr="00AB6CEA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6CEA">
        <w:rPr>
          <w:rFonts w:ascii="Times New Roman" w:hAnsi="Times New Roman"/>
          <w:color w:val="000000"/>
          <w:sz w:val="28"/>
          <w:szCs w:val="28"/>
        </w:rPr>
        <w:t xml:space="preserve">5. Опубликовать сообщение Совета депутатов Гусельниковского сельсовета Искитимского района Новосибирской области, указанное в пункте 4 настоящего решения в газете «Искитимская газета». </w:t>
      </w:r>
    </w:p>
    <w:p w:rsidR="000C5409" w:rsidRPr="0040464E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73D43">
        <w:rPr>
          <w:rFonts w:ascii="Times New Roman" w:hAnsi="Times New Roman"/>
          <w:sz w:val="28"/>
          <w:szCs w:val="28"/>
        </w:rPr>
        <w:t xml:space="preserve">6. Предложить политическим партиям, их структурным подразделениям, иным общественным объединениям, избирательной комиссии </w:t>
      </w:r>
      <w:r>
        <w:rPr>
          <w:rFonts w:ascii="Times New Roman" w:hAnsi="Times New Roman"/>
          <w:sz w:val="28"/>
          <w:szCs w:val="28"/>
        </w:rPr>
        <w:t>Гусельниковского сельсовета Искитимского района Новосибирской области</w:t>
      </w:r>
      <w:r w:rsidRPr="00C73D43">
        <w:rPr>
          <w:rFonts w:ascii="Times New Roman" w:hAnsi="Times New Roman"/>
          <w:sz w:val="28"/>
          <w:szCs w:val="28"/>
        </w:rPr>
        <w:t xml:space="preserve"> предыдущего состава, территориальной избирательной комиссии </w:t>
      </w:r>
      <w:r>
        <w:rPr>
          <w:rFonts w:ascii="Times New Roman" w:hAnsi="Times New Roman"/>
          <w:sz w:val="28"/>
          <w:szCs w:val="28"/>
        </w:rPr>
        <w:t>Искитимского</w:t>
      </w:r>
      <w:r w:rsidRPr="00C73D43">
        <w:rPr>
          <w:rFonts w:ascii="Times New Roman" w:hAnsi="Times New Roman"/>
          <w:sz w:val="28"/>
          <w:szCs w:val="28"/>
        </w:rPr>
        <w:t xml:space="preserve"> района Новосибирской области, собраниям избирателей по месту жительства, работы, службы, учебы представить в Совета депутатов </w:t>
      </w:r>
      <w:r>
        <w:rPr>
          <w:rFonts w:ascii="Times New Roman" w:hAnsi="Times New Roman"/>
          <w:sz w:val="28"/>
          <w:szCs w:val="28"/>
        </w:rPr>
        <w:t>Гусельниковского сельсовета Искитимского района Новосибирской области</w:t>
      </w:r>
      <w:r w:rsidRPr="00C73D43">
        <w:rPr>
          <w:rFonts w:ascii="Times New Roman" w:hAnsi="Times New Roman"/>
          <w:sz w:val="28"/>
          <w:szCs w:val="28"/>
        </w:rPr>
        <w:t xml:space="preserve"> предложения по кандидатурам в члены избирательной комиссии </w:t>
      </w:r>
      <w:r>
        <w:rPr>
          <w:rFonts w:ascii="Times New Roman" w:hAnsi="Times New Roman"/>
          <w:sz w:val="28"/>
          <w:szCs w:val="28"/>
        </w:rPr>
        <w:t>Гусельниковского сельсовета Искитимского района Новосибирской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40464E">
        <w:rPr>
          <w:rFonts w:ascii="Times New Roman" w:hAnsi="Times New Roman"/>
          <w:sz w:val="28"/>
          <w:szCs w:val="28"/>
        </w:rPr>
        <w:t xml:space="preserve">с правом решающего голоса в сроки, установленные пунктом 2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40464E">
        <w:rPr>
          <w:rFonts w:ascii="Times New Roman" w:hAnsi="Times New Roman"/>
          <w:sz w:val="28"/>
          <w:szCs w:val="28"/>
        </w:rPr>
        <w:t>.</w:t>
      </w:r>
    </w:p>
    <w:p w:rsidR="000C5409" w:rsidRDefault="000C5409" w:rsidP="00801B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409" w:rsidRPr="0040464E" w:rsidRDefault="000C5409" w:rsidP="00801B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409" w:rsidRDefault="000C5409" w:rsidP="00801B01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0C5409" w:rsidRDefault="000C5409" w:rsidP="00801B01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Гусельниковского сельсовета Искитимского района</w:t>
      </w:r>
    </w:p>
    <w:p w:rsidR="000C5409" w:rsidRPr="0040464E" w:rsidRDefault="000C5409" w:rsidP="00801B01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 Д.В.Осипкин</w:t>
      </w:r>
    </w:p>
    <w:p w:rsidR="000C5409" w:rsidRPr="0040464E" w:rsidRDefault="000C5409" w:rsidP="00801B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409" w:rsidRPr="0040464E" w:rsidRDefault="000C5409" w:rsidP="00801B0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C5409" w:rsidRPr="0040464E" w:rsidRDefault="000C5409" w:rsidP="00801B01">
      <w:pPr>
        <w:spacing w:after="0" w:line="240" w:lineRule="auto"/>
        <w:ind w:left="4820" w:right="-1" w:hanging="11"/>
        <w:jc w:val="center"/>
        <w:rPr>
          <w:rFonts w:ascii="Times New Roman" w:hAnsi="Times New Roman"/>
          <w:sz w:val="28"/>
          <w:szCs w:val="28"/>
        </w:rPr>
      </w:pPr>
      <w:r w:rsidRPr="0040464E">
        <w:rPr>
          <w:rFonts w:ascii="Times New Roman" w:hAnsi="Times New Roman"/>
          <w:sz w:val="28"/>
          <w:szCs w:val="28"/>
        </w:rPr>
        <w:t>Приложение № 1</w:t>
      </w:r>
    </w:p>
    <w:p w:rsidR="000C5409" w:rsidRPr="0040464E" w:rsidRDefault="000C5409" w:rsidP="00801B01">
      <w:pPr>
        <w:spacing w:after="0" w:line="240" w:lineRule="auto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40464E">
        <w:rPr>
          <w:rFonts w:ascii="Times New Roman" w:hAnsi="Times New Roman"/>
          <w:bCs/>
          <w:sz w:val="28"/>
          <w:szCs w:val="28"/>
        </w:rPr>
        <w:t>УТВЕРЖДЕН</w:t>
      </w:r>
    </w:p>
    <w:p w:rsidR="000C5409" w:rsidRDefault="000C5409" w:rsidP="00801B01">
      <w:pPr>
        <w:spacing w:after="0" w:line="240" w:lineRule="auto"/>
        <w:ind w:left="48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Решением Совета депутатов </w:t>
      </w:r>
    </w:p>
    <w:p w:rsidR="000C5409" w:rsidRDefault="000C5409" w:rsidP="00801B01">
      <w:pPr>
        <w:spacing w:after="0" w:line="240" w:lineRule="auto"/>
        <w:ind w:left="48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Гусельниковского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Искитимского района Новосибирской области</w:t>
      </w:r>
    </w:p>
    <w:p w:rsidR="000C5409" w:rsidRPr="0040464E" w:rsidRDefault="000C5409" w:rsidP="00801B01">
      <w:pPr>
        <w:pStyle w:val="BodyTextIndent"/>
        <w:ind w:left="4820" w:right="-1" w:hanging="11"/>
        <w:jc w:val="center"/>
        <w:rPr>
          <w:color w:val="000000"/>
          <w:szCs w:val="28"/>
        </w:rPr>
      </w:pPr>
      <w:r w:rsidRPr="0040464E">
        <w:rPr>
          <w:kern w:val="32"/>
          <w:szCs w:val="28"/>
        </w:rPr>
        <w:t>от</w:t>
      </w:r>
      <w:r w:rsidRPr="0040464E">
        <w:rPr>
          <w:bCs/>
          <w:kern w:val="32"/>
          <w:szCs w:val="28"/>
        </w:rPr>
        <w:t xml:space="preserve"> </w:t>
      </w:r>
      <w:r>
        <w:rPr>
          <w:bCs/>
          <w:kern w:val="32"/>
          <w:szCs w:val="28"/>
        </w:rPr>
        <w:t>11 июля</w:t>
      </w:r>
      <w:r w:rsidRPr="0040464E">
        <w:rPr>
          <w:bCs/>
          <w:kern w:val="32"/>
          <w:szCs w:val="28"/>
        </w:rPr>
        <w:t xml:space="preserve"> 201</w:t>
      </w:r>
      <w:r>
        <w:rPr>
          <w:bCs/>
          <w:kern w:val="32"/>
          <w:szCs w:val="28"/>
        </w:rPr>
        <w:t>7</w:t>
      </w:r>
      <w:r w:rsidRPr="0040464E">
        <w:rPr>
          <w:kern w:val="32"/>
          <w:szCs w:val="28"/>
        </w:rPr>
        <w:t xml:space="preserve"> года</w:t>
      </w:r>
      <w:r w:rsidRPr="0040464E">
        <w:rPr>
          <w:bCs/>
          <w:kern w:val="32"/>
          <w:szCs w:val="28"/>
        </w:rPr>
        <w:t xml:space="preserve"> </w:t>
      </w:r>
      <w:r w:rsidRPr="0040464E">
        <w:rPr>
          <w:kern w:val="32"/>
          <w:szCs w:val="28"/>
        </w:rPr>
        <w:t xml:space="preserve">№ </w:t>
      </w:r>
      <w:r>
        <w:rPr>
          <w:kern w:val="32"/>
          <w:szCs w:val="28"/>
        </w:rPr>
        <w:t>137</w:t>
      </w:r>
    </w:p>
    <w:p w:rsidR="000C5409" w:rsidRPr="0040464E" w:rsidRDefault="000C5409" w:rsidP="00801B01">
      <w:pPr>
        <w:spacing w:after="0" w:line="240" w:lineRule="auto"/>
        <w:ind w:left="4820" w:right="-1" w:hanging="11"/>
        <w:jc w:val="center"/>
        <w:rPr>
          <w:rFonts w:ascii="Times New Roman" w:hAnsi="Times New Roman"/>
          <w:sz w:val="28"/>
          <w:szCs w:val="28"/>
        </w:rPr>
      </w:pPr>
    </w:p>
    <w:p w:rsidR="000C5409" w:rsidRPr="0040464E" w:rsidRDefault="000C5409" w:rsidP="00801B01">
      <w:pPr>
        <w:spacing w:after="0" w:line="240" w:lineRule="auto"/>
        <w:ind w:left="4820" w:right="-14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09" w:rsidRPr="00E4521C" w:rsidRDefault="000C5409" w:rsidP="00801B01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ПЕРЕЧЕНЬ</w:t>
      </w:r>
    </w:p>
    <w:p w:rsidR="000C5409" w:rsidRPr="00E4521C" w:rsidRDefault="000C5409" w:rsidP="00801B01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ДОКУМЕНТОВ, НЕОБХОДИМЫХ ПРИ ВНЕСЕНИИ ПРЕДЛОЖЕНИЙ</w:t>
      </w:r>
    </w:p>
    <w:p w:rsidR="000C5409" w:rsidRPr="00E4521C" w:rsidRDefault="000C5409" w:rsidP="00801B01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ПО КАНДИДАТУРАМ В СОСТАВ ИЗБИРАТЕЛЬН</w:t>
      </w:r>
      <w:r>
        <w:rPr>
          <w:rFonts w:ascii="Times New Roman" w:hAnsi="Times New Roman"/>
          <w:sz w:val="28"/>
          <w:szCs w:val="28"/>
        </w:rPr>
        <w:t>ОЙ КОМИССИИ</w:t>
      </w:r>
    </w:p>
    <w:p w:rsidR="000C5409" w:rsidRPr="00E4521C" w:rsidRDefault="000C5409" w:rsidP="00801B01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</w:p>
    <w:p w:rsidR="000C5409" w:rsidRPr="00E4521C" w:rsidRDefault="000C5409" w:rsidP="00801B01">
      <w:pPr>
        <w:spacing w:after="1" w:line="280" w:lineRule="atLeast"/>
        <w:jc w:val="center"/>
        <w:outlineLvl w:val="0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Для политических партий, их региональных отделений, иных</w:t>
      </w:r>
    </w:p>
    <w:p w:rsidR="000C5409" w:rsidRPr="00E4521C" w:rsidRDefault="000C5409" w:rsidP="00801B01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структурных подразделений</w:t>
      </w: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избирательных комиссий, оформленное в соответствии с требованиями устава политической партии.</w:t>
      </w: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2. 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5409" w:rsidRPr="00E4521C" w:rsidRDefault="000C5409" w:rsidP="00801B01">
      <w:pPr>
        <w:spacing w:after="1" w:line="280" w:lineRule="atLeast"/>
        <w:jc w:val="center"/>
        <w:outlineLvl w:val="0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Для иных общественных объединений</w:t>
      </w: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E4521C">
        <w:rPr>
          <w:rFonts w:ascii="Times New Roman" w:hAnsi="Times New Roman"/>
          <w:sz w:val="28"/>
          <w:szCs w:val="28"/>
        </w:rPr>
        <w:t>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18"/>
      <w:bookmarkEnd w:id="0"/>
      <w:r>
        <w:rPr>
          <w:rFonts w:ascii="Times New Roman" w:hAnsi="Times New Roman"/>
          <w:sz w:val="28"/>
          <w:szCs w:val="28"/>
        </w:rPr>
        <w:t>2. </w:t>
      </w:r>
      <w:r w:rsidRPr="00E4521C">
        <w:rPr>
          <w:rFonts w:ascii="Times New Roman" w:hAnsi="Times New Roman"/>
          <w:sz w:val="28"/>
          <w:szCs w:val="28"/>
        </w:rPr>
        <w:t>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E4521C">
        <w:rPr>
          <w:rFonts w:ascii="Times New Roman" w:hAnsi="Times New Roman"/>
          <w:sz w:val="28"/>
          <w:szCs w:val="28"/>
        </w:rPr>
        <w:t xml:space="preserve"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w:anchor="P18" w:history="1">
        <w:r w:rsidRPr="00E4521C">
          <w:rPr>
            <w:rFonts w:ascii="Times New Roman" w:hAnsi="Times New Roman"/>
            <w:sz w:val="28"/>
            <w:szCs w:val="28"/>
          </w:rPr>
          <w:t>пункте 2</w:t>
        </w:r>
      </w:hyperlink>
      <w:r w:rsidRPr="00E4521C">
        <w:rPr>
          <w:rFonts w:ascii="Times New Roman" w:hAnsi="Times New Roman"/>
          <w:sz w:val="28"/>
          <w:szCs w:val="28"/>
        </w:rPr>
        <w:t xml:space="preserve">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избирательных комиссий, о делегировании таких полномочий и решение органа, которому делегированы эти полномочия, о внесении предложений в состав избирательных комиссий.</w:t>
      </w: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5409" w:rsidRPr="00E4521C" w:rsidRDefault="000C5409" w:rsidP="00801B01">
      <w:pPr>
        <w:spacing w:after="1" w:line="280" w:lineRule="atLeast"/>
        <w:jc w:val="center"/>
        <w:outlineLvl w:val="0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Для иных субъектов права внесения кандидатур в состав</w:t>
      </w:r>
    </w:p>
    <w:p w:rsidR="000C5409" w:rsidRPr="00E4521C" w:rsidRDefault="000C5409" w:rsidP="00801B01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избирательных комиссий</w:t>
      </w: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Решение избирательной комиссии предыдущего (действующего) состава, собрания избирателей по месту жительства, работы, службы, учебы.</w:t>
      </w:r>
    </w:p>
    <w:p w:rsidR="000C5409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Кроме того, субъектами права внесения кандидатур должны быть представлены:</w:t>
      </w:r>
    </w:p>
    <w:p w:rsidR="000C5409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28"/>
      <w:bookmarkEnd w:id="1"/>
      <w:r>
        <w:rPr>
          <w:rFonts w:ascii="Times New Roman" w:hAnsi="Times New Roman"/>
          <w:sz w:val="28"/>
          <w:szCs w:val="28"/>
        </w:rPr>
        <w:t>1. </w:t>
      </w:r>
      <w:r w:rsidRPr="00E4521C">
        <w:rPr>
          <w:rFonts w:ascii="Times New Roman" w:hAnsi="Times New Roman"/>
          <w:sz w:val="28"/>
          <w:szCs w:val="28"/>
        </w:rPr>
        <w:t xml:space="preserve">Две фотографии лица, предлагаемого в состав избирательной комиссии, размером 3 x </w:t>
      </w:r>
      <w:smartTag w:uri="urn:schemas-microsoft-com:office:smarttags" w:element="metricconverter">
        <w:smartTagPr>
          <w:attr w:name="ProductID" w:val="4 см"/>
        </w:smartTagPr>
        <w:r w:rsidRPr="00E4521C">
          <w:rPr>
            <w:rFonts w:ascii="Times New Roman" w:hAnsi="Times New Roman"/>
            <w:sz w:val="28"/>
            <w:szCs w:val="28"/>
          </w:rPr>
          <w:t>4 см</w:t>
        </w:r>
      </w:smartTag>
      <w:r w:rsidRPr="00E4521C">
        <w:rPr>
          <w:rFonts w:ascii="Times New Roman" w:hAnsi="Times New Roman"/>
          <w:sz w:val="28"/>
          <w:szCs w:val="28"/>
        </w:rPr>
        <w:t xml:space="preserve"> (без уголка)</w:t>
      </w:r>
      <w:r>
        <w:rPr>
          <w:rFonts w:ascii="Times New Roman" w:hAnsi="Times New Roman"/>
          <w:sz w:val="28"/>
          <w:szCs w:val="28"/>
        </w:rPr>
        <w:t>.</w:t>
      </w: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E4521C">
        <w:rPr>
          <w:rFonts w:ascii="Times New Roman" w:hAnsi="Times New Roman"/>
          <w:sz w:val="28"/>
          <w:szCs w:val="28"/>
        </w:rPr>
        <w:t>Письменное согласие гражданина Российской Федерации на его назначение в состав избирательной комиссии.</w:t>
      </w: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E4521C">
        <w:rPr>
          <w:rFonts w:ascii="Times New Roman" w:hAnsi="Times New Roman"/>
          <w:sz w:val="28"/>
          <w:szCs w:val="28"/>
        </w:rPr>
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0C5409" w:rsidRPr="00E4521C" w:rsidRDefault="000C5409" w:rsidP="00801B01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32"/>
      <w:bookmarkEnd w:id="2"/>
      <w:r>
        <w:rPr>
          <w:rFonts w:ascii="Times New Roman" w:hAnsi="Times New Roman"/>
          <w:sz w:val="28"/>
          <w:szCs w:val="28"/>
        </w:rPr>
        <w:t>4. </w:t>
      </w:r>
      <w:r w:rsidRPr="00E4521C">
        <w:rPr>
          <w:rFonts w:ascii="Times New Roman" w:hAnsi="Times New Roman"/>
          <w:sz w:val="28"/>
          <w:szCs w:val="28"/>
        </w:rPr>
        <w:t>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неработающий).</w:t>
      </w:r>
    </w:p>
    <w:p w:rsidR="000C5409" w:rsidRDefault="000C5409" w:rsidP="00801B0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09" w:rsidRDefault="000C5409" w:rsidP="00801B0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09" w:rsidRPr="0040464E" w:rsidRDefault="000C5409" w:rsidP="00801B01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40464E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C5409" w:rsidRPr="0040464E" w:rsidRDefault="000C5409" w:rsidP="00801B01">
      <w:pPr>
        <w:spacing w:after="0" w:line="240" w:lineRule="auto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40464E">
        <w:rPr>
          <w:rFonts w:ascii="Times New Roman" w:hAnsi="Times New Roman"/>
          <w:bCs/>
          <w:sz w:val="28"/>
          <w:szCs w:val="28"/>
        </w:rPr>
        <w:t>УТВЕРЖДЕН</w:t>
      </w:r>
      <w:r>
        <w:rPr>
          <w:rFonts w:ascii="Times New Roman" w:hAnsi="Times New Roman"/>
          <w:bCs/>
          <w:sz w:val="28"/>
          <w:szCs w:val="28"/>
        </w:rPr>
        <w:t>О</w:t>
      </w:r>
    </w:p>
    <w:p w:rsidR="000C5409" w:rsidRDefault="000C5409" w:rsidP="00801B01">
      <w:pPr>
        <w:spacing w:after="0" w:line="240" w:lineRule="auto"/>
        <w:ind w:left="48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Решением Совета депутатов </w:t>
      </w:r>
    </w:p>
    <w:p w:rsidR="000C5409" w:rsidRDefault="000C5409" w:rsidP="00801B01">
      <w:pPr>
        <w:spacing w:after="0" w:line="240" w:lineRule="auto"/>
        <w:ind w:left="48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Гусельниковского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Искитимского района Новосибирской области</w:t>
      </w:r>
    </w:p>
    <w:p w:rsidR="000C5409" w:rsidRPr="0040464E" w:rsidRDefault="000C5409" w:rsidP="00801B01">
      <w:pPr>
        <w:pStyle w:val="BodyTextIndent"/>
        <w:ind w:left="4820" w:right="-1" w:hanging="11"/>
        <w:jc w:val="center"/>
        <w:rPr>
          <w:color w:val="000000"/>
          <w:szCs w:val="28"/>
        </w:rPr>
      </w:pPr>
      <w:r w:rsidRPr="0040464E">
        <w:rPr>
          <w:kern w:val="32"/>
          <w:szCs w:val="28"/>
        </w:rPr>
        <w:t>от</w:t>
      </w:r>
      <w:r w:rsidRPr="0040464E">
        <w:rPr>
          <w:bCs/>
          <w:kern w:val="32"/>
          <w:szCs w:val="28"/>
        </w:rPr>
        <w:t xml:space="preserve"> </w:t>
      </w:r>
      <w:r>
        <w:rPr>
          <w:bCs/>
          <w:kern w:val="32"/>
          <w:szCs w:val="28"/>
        </w:rPr>
        <w:t>11 июля</w:t>
      </w:r>
      <w:r w:rsidRPr="0040464E">
        <w:rPr>
          <w:bCs/>
          <w:kern w:val="32"/>
          <w:szCs w:val="28"/>
        </w:rPr>
        <w:t xml:space="preserve"> 201</w:t>
      </w:r>
      <w:r>
        <w:rPr>
          <w:bCs/>
          <w:kern w:val="32"/>
          <w:szCs w:val="28"/>
        </w:rPr>
        <w:t>7</w:t>
      </w:r>
      <w:r w:rsidRPr="0040464E">
        <w:rPr>
          <w:kern w:val="32"/>
          <w:szCs w:val="28"/>
        </w:rPr>
        <w:t xml:space="preserve"> года</w:t>
      </w:r>
      <w:r w:rsidRPr="0040464E">
        <w:rPr>
          <w:bCs/>
          <w:kern w:val="32"/>
          <w:szCs w:val="28"/>
        </w:rPr>
        <w:t xml:space="preserve"> </w:t>
      </w:r>
      <w:r w:rsidRPr="0040464E">
        <w:rPr>
          <w:kern w:val="32"/>
          <w:szCs w:val="28"/>
        </w:rPr>
        <w:t xml:space="preserve">№ </w:t>
      </w:r>
      <w:r>
        <w:rPr>
          <w:kern w:val="32"/>
          <w:szCs w:val="28"/>
        </w:rPr>
        <w:t>137</w:t>
      </w:r>
    </w:p>
    <w:p w:rsidR="000C5409" w:rsidRPr="0040464E" w:rsidRDefault="000C5409" w:rsidP="00801B0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5409" w:rsidRPr="0040464E" w:rsidRDefault="000C5409" w:rsidP="00801B0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5409" w:rsidRDefault="000C5409" w:rsidP="00801B0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464E">
        <w:rPr>
          <w:rFonts w:ascii="Times New Roman" w:hAnsi="Times New Roman"/>
          <w:b/>
          <w:bCs/>
          <w:sz w:val="28"/>
          <w:szCs w:val="28"/>
        </w:rPr>
        <w:t xml:space="preserve">Сообщение </w:t>
      </w:r>
    </w:p>
    <w:p w:rsidR="000C5409" w:rsidRDefault="000C5409" w:rsidP="00801B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464E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начале формирования </w:t>
      </w:r>
      <w:r w:rsidRPr="00A05750">
        <w:rPr>
          <w:rFonts w:ascii="Times New Roman" w:hAnsi="Times New Roman"/>
          <w:b/>
          <w:bCs/>
          <w:sz w:val="28"/>
          <w:szCs w:val="28"/>
        </w:rPr>
        <w:t xml:space="preserve">избирательной </w:t>
      </w:r>
      <w:r w:rsidRPr="00A501A1">
        <w:rPr>
          <w:rFonts w:ascii="Times New Roman" w:hAnsi="Times New Roman"/>
          <w:b/>
          <w:bCs/>
          <w:sz w:val="28"/>
          <w:szCs w:val="28"/>
        </w:rPr>
        <w:t xml:space="preserve">комиссии </w:t>
      </w:r>
      <w:r w:rsidRPr="00A501A1">
        <w:rPr>
          <w:rFonts w:ascii="Times New Roman" w:hAnsi="Times New Roman"/>
          <w:b/>
          <w:sz w:val="28"/>
          <w:szCs w:val="28"/>
        </w:rPr>
        <w:t>Гусельниковского</w:t>
      </w:r>
      <w:r w:rsidRPr="00F46D2C">
        <w:rPr>
          <w:rFonts w:ascii="Times New Roman" w:hAnsi="Times New Roman"/>
          <w:b/>
          <w:sz w:val="28"/>
          <w:szCs w:val="28"/>
        </w:rPr>
        <w:t xml:space="preserve"> </w:t>
      </w:r>
      <w:r w:rsidRPr="00790267">
        <w:rPr>
          <w:rFonts w:ascii="Times New Roman" w:hAnsi="Times New Roman"/>
          <w:b/>
          <w:sz w:val="28"/>
          <w:szCs w:val="28"/>
        </w:rPr>
        <w:t>сельсовета</w:t>
      </w:r>
      <w:r w:rsidRPr="00FC3923">
        <w:rPr>
          <w:rFonts w:ascii="Times New Roman" w:hAnsi="Times New Roman"/>
          <w:b/>
          <w:sz w:val="28"/>
          <w:szCs w:val="28"/>
        </w:rPr>
        <w:t xml:space="preserve"> Искитимского района Новосибирской области и сроке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0464E">
        <w:rPr>
          <w:rFonts w:ascii="Times New Roman" w:hAnsi="Times New Roman"/>
          <w:b/>
          <w:sz w:val="28"/>
          <w:szCs w:val="28"/>
        </w:rPr>
        <w:t>прием</w:t>
      </w:r>
      <w:r>
        <w:rPr>
          <w:rFonts w:ascii="Times New Roman" w:hAnsi="Times New Roman"/>
          <w:b/>
          <w:sz w:val="28"/>
          <w:szCs w:val="28"/>
        </w:rPr>
        <w:t>а</w:t>
      </w:r>
      <w:r w:rsidRPr="0040464E">
        <w:rPr>
          <w:rFonts w:ascii="Times New Roman" w:hAnsi="Times New Roman"/>
          <w:b/>
          <w:sz w:val="28"/>
          <w:szCs w:val="28"/>
        </w:rPr>
        <w:t xml:space="preserve"> предложений </w:t>
      </w:r>
      <w:r w:rsidRPr="00A05750">
        <w:rPr>
          <w:rFonts w:ascii="Times New Roman" w:hAnsi="Times New Roman"/>
          <w:b/>
          <w:sz w:val="28"/>
          <w:szCs w:val="28"/>
        </w:rPr>
        <w:t>по</w:t>
      </w:r>
      <w:r>
        <w:rPr>
          <w:rFonts w:ascii="Times New Roman" w:hAnsi="Times New Roman"/>
          <w:b/>
          <w:sz w:val="28"/>
          <w:szCs w:val="28"/>
        </w:rPr>
        <w:t xml:space="preserve"> кандидатурам в</w:t>
      </w:r>
      <w:r w:rsidRPr="00A05750">
        <w:rPr>
          <w:rFonts w:ascii="Times New Roman" w:hAnsi="Times New Roman"/>
          <w:b/>
          <w:sz w:val="28"/>
          <w:szCs w:val="28"/>
        </w:rPr>
        <w:t xml:space="preserve"> состав </w:t>
      </w:r>
      <w:r>
        <w:rPr>
          <w:rFonts w:ascii="Times New Roman" w:hAnsi="Times New Roman"/>
          <w:b/>
          <w:sz w:val="28"/>
          <w:szCs w:val="28"/>
        </w:rPr>
        <w:t>избирательной комиссии</w:t>
      </w:r>
      <w:r w:rsidRPr="0040464E">
        <w:rPr>
          <w:rFonts w:ascii="Times New Roman" w:hAnsi="Times New Roman"/>
          <w:b/>
          <w:sz w:val="28"/>
          <w:szCs w:val="28"/>
        </w:rPr>
        <w:br/>
      </w:r>
    </w:p>
    <w:p w:rsidR="000C5409" w:rsidRDefault="000C5409" w:rsidP="00801B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5409" w:rsidRPr="0041215C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 xml:space="preserve">Руководствуясь статьей 24 Федерального закона «Об основных гарантиях избирательных прав и права на участие в референдуме граждан Российской Федерации», статьей 6 Закона Новосибирской области </w:t>
      </w:r>
      <w:r w:rsidRPr="0041215C">
        <w:rPr>
          <w:rFonts w:ascii="Times New Roman" w:hAnsi="Times New Roman"/>
          <w:color w:val="000000"/>
          <w:sz w:val="28"/>
          <w:szCs w:val="28"/>
        </w:rPr>
        <w:t>«Об избирательных комиссиях, комиссиях референдума в Новосибирской области»</w:t>
      </w:r>
      <w:r w:rsidRPr="0041215C">
        <w:rPr>
          <w:rFonts w:ascii="Times New Roman" w:hAnsi="Times New Roman"/>
          <w:sz w:val="28"/>
          <w:szCs w:val="28"/>
        </w:rPr>
        <w:t xml:space="preserve"> Совет депутатов </w:t>
      </w:r>
      <w:r>
        <w:rPr>
          <w:rFonts w:ascii="Times New Roman" w:hAnsi="Times New Roman"/>
          <w:sz w:val="28"/>
          <w:szCs w:val="28"/>
        </w:rPr>
        <w:t xml:space="preserve">Гусельниковского сельсовета Искитимского района Новосибирской области </w:t>
      </w:r>
      <w:r w:rsidRPr="0041215C">
        <w:rPr>
          <w:rFonts w:ascii="Times New Roman" w:hAnsi="Times New Roman"/>
          <w:sz w:val="28"/>
          <w:szCs w:val="28"/>
        </w:rPr>
        <w:t xml:space="preserve">объявляет о начале формирования </w:t>
      </w:r>
      <w:r w:rsidRPr="00512AA8">
        <w:rPr>
          <w:rFonts w:ascii="Times New Roman" w:hAnsi="Times New Roman"/>
          <w:bCs/>
          <w:sz w:val="28"/>
          <w:szCs w:val="28"/>
        </w:rPr>
        <w:t xml:space="preserve">избирательной комиссии </w:t>
      </w:r>
      <w:r>
        <w:rPr>
          <w:rFonts w:ascii="Times New Roman" w:hAnsi="Times New Roman"/>
          <w:sz w:val="28"/>
          <w:szCs w:val="28"/>
        </w:rPr>
        <w:t>Гусельниковского сельсовета Искитимского района Новосибирской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41215C">
        <w:rPr>
          <w:rFonts w:ascii="Times New Roman" w:hAnsi="Times New Roman"/>
          <w:sz w:val="28"/>
          <w:szCs w:val="28"/>
        </w:rPr>
        <w:t xml:space="preserve">в составе </w:t>
      </w:r>
      <w:r>
        <w:rPr>
          <w:rFonts w:ascii="Times New Roman" w:hAnsi="Times New Roman"/>
          <w:sz w:val="28"/>
          <w:szCs w:val="28"/>
        </w:rPr>
        <w:t>6</w:t>
      </w:r>
      <w:r w:rsidRPr="0041215C">
        <w:rPr>
          <w:rFonts w:ascii="Times New Roman" w:hAnsi="Times New Roman"/>
          <w:sz w:val="28"/>
          <w:szCs w:val="28"/>
        </w:rPr>
        <w:t xml:space="preserve"> членов избирательной комиссии  с правом решающего голоса.</w:t>
      </w:r>
    </w:p>
    <w:p w:rsidR="000C5409" w:rsidRPr="0018023E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8023E">
        <w:rPr>
          <w:rFonts w:ascii="Times New Roman" w:hAnsi="Times New Roman"/>
          <w:color w:val="000000"/>
          <w:sz w:val="28"/>
          <w:szCs w:val="28"/>
        </w:rPr>
        <w:t>Прием документов осуществляется после опубликования настоящего сообщения в период с 13 июля по 11 августа 2017 года в рабочие дни с 9.00 до 16.00 часов (обеденный перерыв с 13.00 до 14.00 часов).</w:t>
      </w:r>
    </w:p>
    <w:p w:rsidR="000C5409" w:rsidRPr="0018023E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8023E">
        <w:rPr>
          <w:rFonts w:ascii="Times New Roman" w:hAnsi="Times New Roman"/>
          <w:color w:val="000000"/>
          <w:sz w:val="28"/>
          <w:szCs w:val="28"/>
        </w:rPr>
        <w:t>В Совет депутатов Гусельниковского сельсовета Искитимского района Новосибирской области по адресу: Новосибирская область, Искитимский район, Гусельниковский сельсовет, село Гусельниково, улица Центральная, дом 9, телефон для справок 8(383) 43-67-118, представляются предложения:</w:t>
      </w:r>
    </w:p>
    <w:p w:rsidR="000C5409" w:rsidRDefault="000C5409" w:rsidP="00801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политических партий, выдвинувших федеральные списки кандидатов, допущенных к распределению депутатских мандатов в Государственной Думе Федерального Собрания Российской Федерации;</w:t>
      </w:r>
    </w:p>
    <w:p w:rsidR="000C5409" w:rsidRDefault="000C5409" w:rsidP="00801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политических партий, выдвинувших списки кандидатов, допущенных к распределению депутатских мандатов в Законодательном Собрании Новосибирской области;</w:t>
      </w:r>
    </w:p>
    <w:p w:rsidR="000C5409" w:rsidRDefault="000C5409" w:rsidP="00801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других политических партий, иных общественных объединений;</w:t>
      </w:r>
    </w:p>
    <w:p w:rsidR="000C5409" w:rsidRDefault="000C5409" w:rsidP="00801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собраний избирателей по месту жительства, работы, службы, учебы;</w:t>
      </w:r>
    </w:p>
    <w:p w:rsidR="000C5409" w:rsidRDefault="000C5409" w:rsidP="00801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избирательной комиссии муниципального образования предыдущего состава.</w:t>
      </w:r>
    </w:p>
    <w:p w:rsidR="000C5409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территориальную </w:t>
      </w:r>
      <w:r w:rsidRPr="0041215C">
        <w:rPr>
          <w:rFonts w:ascii="Times New Roman" w:hAnsi="Times New Roman"/>
          <w:sz w:val="28"/>
          <w:szCs w:val="28"/>
        </w:rPr>
        <w:t>избирательн</w:t>
      </w:r>
      <w:r>
        <w:rPr>
          <w:rFonts w:ascii="Times New Roman" w:hAnsi="Times New Roman"/>
          <w:sz w:val="28"/>
          <w:szCs w:val="28"/>
        </w:rPr>
        <w:t>ую</w:t>
      </w:r>
      <w:r w:rsidRPr="0041215C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ю Искитимского района Новосибирской области</w:t>
      </w:r>
      <w:r w:rsidRPr="0041215C">
        <w:rPr>
          <w:rFonts w:ascii="Times New Roman" w:hAnsi="Times New Roman"/>
          <w:sz w:val="28"/>
          <w:szCs w:val="28"/>
        </w:rPr>
        <w:t xml:space="preserve"> по адресу: </w:t>
      </w:r>
      <w:r>
        <w:rPr>
          <w:rFonts w:ascii="Times New Roman" w:hAnsi="Times New Roman"/>
          <w:sz w:val="28"/>
          <w:szCs w:val="28"/>
        </w:rPr>
        <w:t>Новосибирская область, город Искитим, улица Пушкина, дом 51, кабинет 6, телефон для справок 8(383) 43-2-46-33, представляются предложения:</w:t>
      </w:r>
    </w:p>
    <w:p w:rsidR="000C5409" w:rsidRDefault="000C5409" w:rsidP="00801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общественных объединений (</w:t>
      </w:r>
      <w:r w:rsidRPr="007C749F">
        <w:rPr>
          <w:rFonts w:ascii="Times New Roman" w:hAnsi="Times New Roman"/>
          <w:b/>
          <w:sz w:val="28"/>
          <w:szCs w:val="28"/>
        </w:rPr>
        <w:t>за исключением</w:t>
      </w:r>
      <w:r>
        <w:rPr>
          <w:rFonts w:ascii="Times New Roman" w:hAnsi="Times New Roman"/>
          <w:sz w:val="28"/>
          <w:szCs w:val="28"/>
        </w:rPr>
        <w:t xml:space="preserve"> общественных объединений, указанных в пункте 8 статьи 24 Федерального закона);</w:t>
      </w:r>
    </w:p>
    <w:p w:rsidR="000C5409" w:rsidRDefault="000C5409" w:rsidP="00801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собраний избирателей по месту жительства, работы, службы, учебы;</w:t>
      </w:r>
    </w:p>
    <w:p w:rsidR="000C5409" w:rsidRDefault="000C5409" w:rsidP="00801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избирательной комиссии Гусельниковского сельсовета Искитимского района Новосибирской области предыдущего состава.</w:t>
      </w:r>
    </w:p>
    <w:p w:rsidR="000C5409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5409" w:rsidRPr="0041215C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>При внесении предложений по кандидатурам в состав избирательной комиссии необходимо представить следующие документы:</w:t>
      </w:r>
    </w:p>
    <w:p w:rsidR="000C5409" w:rsidRPr="0041215C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41215C">
        <w:rPr>
          <w:rFonts w:ascii="Times New Roman" w:hAnsi="Times New Roman"/>
          <w:sz w:val="28"/>
          <w:szCs w:val="28"/>
        </w:rPr>
        <w:t xml:space="preserve">Решение уполномоченного органа политической партии, иного общественного объединения (вместе с решением о делегировании полномочий, в случае необходимости), </w:t>
      </w:r>
      <w:r>
        <w:rPr>
          <w:rFonts w:ascii="Times New Roman" w:hAnsi="Times New Roman"/>
          <w:sz w:val="28"/>
          <w:szCs w:val="28"/>
        </w:rPr>
        <w:t xml:space="preserve">территориальной </w:t>
      </w:r>
      <w:r w:rsidRPr="0041215C">
        <w:rPr>
          <w:rFonts w:ascii="Times New Roman" w:hAnsi="Times New Roman"/>
          <w:sz w:val="28"/>
          <w:szCs w:val="28"/>
        </w:rPr>
        <w:t xml:space="preserve">избирательной комиссии; протокол собрания избирателей по месту жительства, работы, службы, учебы. </w:t>
      </w:r>
    </w:p>
    <w:p w:rsidR="000C5409" w:rsidRPr="0041215C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>2. Нотариально удостоверенную или заверенную уполномоченным на то органом иного общественного объединения копию действующего устава общественного объединения.</w:t>
      </w:r>
    </w:p>
    <w:p w:rsidR="000C5409" w:rsidRPr="0041215C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>3. Две фотографии лица, предлагаемого в состав избирательной комиссии, размером 3 x 4 см (без уголка).</w:t>
      </w:r>
    </w:p>
    <w:p w:rsidR="000C5409" w:rsidRPr="0041215C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>4. Письменное согласие гражданина Российской Федерации на его назначение в состав избирательной комиссии.</w:t>
      </w:r>
    </w:p>
    <w:p w:rsidR="000C5409" w:rsidRPr="0041215C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>5. Копию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0C5409" w:rsidRPr="0041215C" w:rsidRDefault="000C5409" w:rsidP="0080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>6. Копию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копию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- с указанием наименования учебного заведения, домохозяйка (домохозяин), временно неработающий).</w:t>
      </w:r>
    </w:p>
    <w:p w:rsidR="000C5409" w:rsidRDefault="000C5409" w:rsidP="00801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5409" w:rsidRDefault="000C5409" w:rsidP="00801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5409" w:rsidRDefault="000C5409" w:rsidP="00801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0C5409" w:rsidRPr="00D76824" w:rsidTr="00D6748C">
        <w:tc>
          <w:tcPr>
            <w:tcW w:w="4785" w:type="dxa"/>
          </w:tcPr>
          <w:p w:rsidR="000C5409" w:rsidRPr="00D76824" w:rsidRDefault="000C5409" w:rsidP="00D674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июля</w:t>
            </w:r>
            <w:r w:rsidRPr="00D76824">
              <w:rPr>
                <w:rFonts w:ascii="Times New Roman" w:hAnsi="Times New Roman"/>
                <w:sz w:val="28"/>
                <w:szCs w:val="28"/>
              </w:rPr>
              <w:t xml:space="preserve"> 2017 года</w:t>
            </w:r>
          </w:p>
        </w:tc>
        <w:tc>
          <w:tcPr>
            <w:tcW w:w="4786" w:type="dxa"/>
          </w:tcPr>
          <w:p w:rsidR="000C5409" w:rsidRPr="00D76824" w:rsidRDefault="000C5409" w:rsidP="00322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6824">
              <w:rPr>
                <w:rFonts w:ascii="Times New Roman" w:hAnsi="Times New Roman"/>
                <w:sz w:val="28"/>
                <w:szCs w:val="28"/>
              </w:rPr>
              <w:t>Совет 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Гусельниковского сельсовета Искитимского района Новосибирской области</w:t>
            </w:r>
          </w:p>
        </w:tc>
      </w:tr>
    </w:tbl>
    <w:p w:rsidR="000C5409" w:rsidRPr="00706578" w:rsidRDefault="000C5409" w:rsidP="00801B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5409" w:rsidRPr="0040464E" w:rsidRDefault="000C5409" w:rsidP="00801B01">
      <w:pPr>
        <w:tabs>
          <w:tab w:val="right" w:pos="99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5409" w:rsidRDefault="000C5409" w:rsidP="00801B01"/>
    <w:sectPr w:rsidR="000C5409" w:rsidSect="00503A3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B01"/>
    <w:rsid w:val="000002C9"/>
    <w:rsid w:val="000011C2"/>
    <w:rsid w:val="00001B26"/>
    <w:rsid w:val="00001C23"/>
    <w:rsid w:val="00001ED1"/>
    <w:rsid w:val="00003176"/>
    <w:rsid w:val="0000513C"/>
    <w:rsid w:val="00007127"/>
    <w:rsid w:val="00007744"/>
    <w:rsid w:val="00010CA1"/>
    <w:rsid w:val="000116ED"/>
    <w:rsid w:val="000155BB"/>
    <w:rsid w:val="00016111"/>
    <w:rsid w:val="000165AB"/>
    <w:rsid w:val="000238D5"/>
    <w:rsid w:val="000249C9"/>
    <w:rsid w:val="00025655"/>
    <w:rsid w:val="00030FD7"/>
    <w:rsid w:val="0003226D"/>
    <w:rsid w:val="00033AEA"/>
    <w:rsid w:val="00040031"/>
    <w:rsid w:val="000419A7"/>
    <w:rsid w:val="000425DE"/>
    <w:rsid w:val="00043968"/>
    <w:rsid w:val="000504E8"/>
    <w:rsid w:val="0005372C"/>
    <w:rsid w:val="00056926"/>
    <w:rsid w:val="00063545"/>
    <w:rsid w:val="00063B1E"/>
    <w:rsid w:val="00064408"/>
    <w:rsid w:val="00064FCE"/>
    <w:rsid w:val="00065089"/>
    <w:rsid w:val="00066FEB"/>
    <w:rsid w:val="00067831"/>
    <w:rsid w:val="00075483"/>
    <w:rsid w:val="000755AD"/>
    <w:rsid w:val="00077031"/>
    <w:rsid w:val="00080F4A"/>
    <w:rsid w:val="000829B3"/>
    <w:rsid w:val="00082FD2"/>
    <w:rsid w:val="000836E4"/>
    <w:rsid w:val="00085503"/>
    <w:rsid w:val="00086B02"/>
    <w:rsid w:val="00086F7B"/>
    <w:rsid w:val="0009274E"/>
    <w:rsid w:val="00095413"/>
    <w:rsid w:val="00095858"/>
    <w:rsid w:val="00095BFC"/>
    <w:rsid w:val="000A127B"/>
    <w:rsid w:val="000A3BE7"/>
    <w:rsid w:val="000A3DB5"/>
    <w:rsid w:val="000A3EFE"/>
    <w:rsid w:val="000A6D7B"/>
    <w:rsid w:val="000B07DD"/>
    <w:rsid w:val="000B0CA8"/>
    <w:rsid w:val="000B2559"/>
    <w:rsid w:val="000B3369"/>
    <w:rsid w:val="000B3AF1"/>
    <w:rsid w:val="000B3E83"/>
    <w:rsid w:val="000B50CE"/>
    <w:rsid w:val="000C5409"/>
    <w:rsid w:val="000C5D83"/>
    <w:rsid w:val="000D0B8A"/>
    <w:rsid w:val="000D1925"/>
    <w:rsid w:val="000D5515"/>
    <w:rsid w:val="000D67F9"/>
    <w:rsid w:val="000D7284"/>
    <w:rsid w:val="000E1DB1"/>
    <w:rsid w:val="000E3336"/>
    <w:rsid w:val="000E351C"/>
    <w:rsid w:val="000E5D5E"/>
    <w:rsid w:val="000E7288"/>
    <w:rsid w:val="000E77F0"/>
    <w:rsid w:val="000E799A"/>
    <w:rsid w:val="000F083D"/>
    <w:rsid w:val="000F1127"/>
    <w:rsid w:val="000F2E33"/>
    <w:rsid w:val="000F39A5"/>
    <w:rsid w:val="000F50D3"/>
    <w:rsid w:val="000F7E85"/>
    <w:rsid w:val="00103DC1"/>
    <w:rsid w:val="00104B7E"/>
    <w:rsid w:val="001051FD"/>
    <w:rsid w:val="00107E0A"/>
    <w:rsid w:val="001119E7"/>
    <w:rsid w:val="001121F8"/>
    <w:rsid w:val="00113685"/>
    <w:rsid w:val="00113872"/>
    <w:rsid w:val="001142C7"/>
    <w:rsid w:val="001146C5"/>
    <w:rsid w:val="00115BD5"/>
    <w:rsid w:val="00115F7D"/>
    <w:rsid w:val="00116571"/>
    <w:rsid w:val="00116D1D"/>
    <w:rsid w:val="001170BA"/>
    <w:rsid w:val="001171A7"/>
    <w:rsid w:val="00117DE7"/>
    <w:rsid w:val="00117ECD"/>
    <w:rsid w:val="00123D1B"/>
    <w:rsid w:val="00125186"/>
    <w:rsid w:val="00125CA6"/>
    <w:rsid w:val="00130E0A"/>
    <w:rsid w:val="00131572"/>
    <w:rsid w:val="00135286"/>
    <w:rsid w:val="0013619A"/>
    <w:rsid w:val="00136347"/>
    <w:rsid w:val="0013644F"/>
    <w:rsid w:val="00136C29"/>
    <w:rsid w:val="001375DE"/>
    <w:rsid w:val="00143E62"/>
    <w:rsid w:val="001463BD"/>
    <w:rsid w:val="00146FA0"/>
    <w:rsid w:val="00147A0B"/>
    <w:rsid w:val="00152266"/>
    <w:rsid w:val="00153145"/>
    <w:rsid w:val="00153F80"/>
    <w:rsid w:val="00154BB8"/>
    <w:rsid w:val="00161DC6"/>
    <w:rsid w:val="00161DD0"/>
    <w:rsid w:val="00162ED0"/>
    <w:rsid w:val="00163886"/>
    <w:rsid w:val="0016446E"/>
    <w:rsid w:val="00164B18"/>
    <w:rsid w:val="00174873"/>
    <w:rsid w:val="00175D7F"/>
    <w:rsid w:val="00176A0F"/>
    <w:rsid w:val="00176B55"/>
    <w:rsid w:val="0018023E"/>
    <w:rsid w:val="0018134C"/>
    <w:rsid w:val="00181428"/>
    <w:rsid w:val="00182428"/>
    <w:rsid w:val="0018429A"/>
    <w:rsid w:val="00185138"/>
    <w:rsid w:val="00190DB1"/>
    <w:rsid w:val="0019194D"/>
    <w:rsid w:val="00195C7F"/>
    <w:rsid w:val="00196C7C"/>
    <w:rsid w:val="001A06E1"/>
    <w:rsid w:val="001A16F2"/>
    <w:rsid w:val="001A1F46"/>
    <w:rsid w:val="001A2D5B"/>
    <w:rsid w:val="001B05EB"/>
    <w:rsid w:val="001B1CDE"/>
    <w:rsid w:val="001B1CE8"/>
    <w:rsid w:val="001B25E3"/>
    <w:rsid w:val="001B2890"/>
    <w:rsid w:val="001B6684"/>
    <w:rsid w:val="001C125A"/>
    <w:rsid w:val="001C239F"/>
    <w:rsid w:val="001C2452"/>
    <w:rsid w:val="001C2F89"/>
    <w:rsid w:val="001C792C"/>
    <w:rsid w:val="001D3686"/>
    <w:rsid w:val="001D44B3"/>
    <w:rsid w:val="001E3768"/>
    <w:rsid w:val="001E4335"/>
    <w:rsid w:val="001E45AC"/>
    <w:rsid w:val="001E6915"/>
    <w:rsid w:val="001E698C"/>
    <w:rsid w:val="001F029E"/>
    <w:rsid w:val="001F16A6"/>
    <w:rsid w:val="001F1C88"/>
    <w:rsid w:val="001F1EE8"/>
    <w:rsid w:val="001F2DC5"/>
    <w:rsid w:val="001F3FF5"/>
    <w:rsid w:val="001F7F49"/>
    <w:rsid w:val="002035E1"/>
    <w:rsid w:val="00203887"/>
    <w:rsid w:val="00204426"/>
    <w:rsid w:val="002070E7"/>
    <w:rsid w:val="0021014F"/>
    <w:rsid w:val="00215B20"/>
    <w:rsid w:val="00221232"/>
    <w:rsid w:val="002215D4"/>
    <w:rsid w:val="002226E8"/>
    <w:rsid w:val="00222E6B"/>
    <w:rsid w:val="002276A2"/>
    <w:rsid w:val="0022780D"/>
    <w:rsid w:val="002300F9"/>
    <w:rsid w:val="00230F14"/>
    <w:rsid w:val="00234938"/>
    <w:rsid w:val="002418EB"/>
    <w:rsid w:val="00242396"/>
    <w:rsid w:val="002442B2"/>
    <w:rsid w:val="00244DCC"/>
    <w:rsid w:val="0024532C"/>
    <w:rsid w:val="00246D0D"/>
    <w:rsid w:val="0024778E"/>
    <w:rsid w:val="002516EA"/>
    <w:rsid w:val="002521CB"/>
    <w:rsid w:val="002532C5"/>
    <w:rsid w:val="00254E9E"/>
    <w:rsid w:val="0025645E"/>
    <w:rsid w:val="002568B7"/>
    <w:rsid w:val="0025758C"/>
    <w:rsid w:val="00257DCD"/>
    <w:rsid w:val="002602A2"/>
    <w:rsid w:val="00260C40"/>
    <w:rsid w:val="002615D2"/>
    <w:rsid w:val="002621CC"/>
    <w:rsid w:val="00262499"/>
    <w:rsid w:val="00264176"/>
    <w:rsid w:val="00264716"/>
    <w:rsid w:val="00264A89"/>
    <w:rsid w:val="00264E9D"/>
    <w:rsid w:val="00265973"/>
    <w:rsid w:val="00265F99"/>
    <w:rsid w:val="0027424F"/>
    <w:rsid w:val="00274C84"/>
    <w:rsid w:val="00276651"/>
    <w:rsid w:val="00285CBE"/>
    <w:rsid w:val="0028765D"/>
    <w:rsid w:val="00293334"/>
    <w:rsid w:val="00293CCF"/>
    <w:rsid w:val="00295297"/>
    <w:rsid w:val="002966D6"/>
    <w:rsid w:val="00297381"/>
    <w:rsid w:val="00297EDC"/>
    <w:rsid w:val="002A0267"/>
    <w:rsid w:val="002A0541"/>
    <w:rsid w:val="002A05FC"/>
    <w:rsid w:val="002A09B6"/>
    <w:rsid w:val="002A218B"/>
    <w:rsid w:val="002A3A43"/>
    <w:rsid w:val="002A3A53"/>
    <w:rsid w:val="002A4721"/>
    <w:rsid w:val="002A5D45"/>
    <w:rsid w:val="002A5EB9"/>
    <w:rsid w:val="002A69E4"/>
    <w:rsid w:val="002A770D"/>
    <w:rsid w:val="002B1DA0"/>
    <w:rsid w:val="002B3A74"/>
    <w:rsid w:val="002B5EF6"/>
    <w:rsid w:val="002B6B6C"/>
    <w:rsid w:val="002C053F"/>
    <w:rsid w:val="002C108F"/>
    <w:rsid w:val="002C27E3"/>
    <w:rsid w:val="002C3010"/>
    <w:rsid w:val="002C30D8"/>
    <w:rsid w:val="002C3A19"/>
    <w:rsid w:val="002C3FDE"/>
    <w:rsid w:val="002C4AC1"/>
    <w:rsid w:val="002C6D2B"/>
    <w:rsid w:val="002C71A3"/>
    <w:rsid w:val="002C780A"/>
    <w:rsid w:val="002C7E0E"/>
    <w:rsid w:val="002D075B"/>
    <w:rsid w:val="002D31B5"/>
    <w:rsid w:val="002D6CE2"/>
    <w:rsid w:val="002D7F15"/>
    <w:rsid w:val="002E0478"/>
    <w:rsid w:val="002E0D0C"/>
    <w:rsid w:val="002E1635"/>
    <w:rsid w:val="002E2786"/>
    <w:rsid w:val="002E4548"/>
    <w:rsid w:val="002E5FFB"/>
    <w:rsid w:val="002E6EFD"/>
    <w:rsid w:val="002E7399"/>
    <w:rsid w:val="002E74C0"/>
    <w:rsid w:val="002F066C"/>
    <w:rsid w:val="002F09FC"/>
    <w:rsid w:val="002F1181"/>
    <w:rsid w:val="002F1678"/>
    <w:rsid w:val="002F45F0"/>
    <w:rsid w:val="002F4E39"/>
    <w:rsid w:val="002F62AF"/>
    <w:rsid w:val="002F63E3"/>
    <w:rsid w:val="002F7DE1"/>
    <w:rsid w:val="00300E59"/>
    <w:rsid w:val="00300E74"/>
    <w:rsid w:val="00301671"/>
    <w:rsid w:val="0030264D"/>
    <w:rsid w:val="00302CB8"/>
    <w:rsid w:val="00303DAC"/>
    <w:rsid w:val="00304851"/>
    <w:rsid w:val="0030505D"/>
    <w:rsid w:val="003052D6"/>
    <w:rsid w:val="00305D3D"/>
    <w:rsid w:val="0030637D"/>
    <w:rsid w:val="0030793D"/>
    <w:rsid w:val="00307B09"/>
    <w:rsid w:val="00311156"/>
    <w:rsid w:val="00311485"/>
    <w:rsid w:val="00314196"/>
    <w:rsid w:val="00314F49"/>
    <w:rsid w:val="003172CB"/>
    <w:rsid w:val="00320483"/>
    <w:rsid w:val="0032194D"/>
    <w:rsid w:val="003220A5"/>
    <w:rsid w:val="00322586"/>
    <w:rsid w:val="00323600"/>
    <w:rsid w:val="00323B39"/>
    <w:rsid w:val="00330121"/>
    <w:rsid w:val="00334DCE"/>
    <w:rsid w:val="003350F4"/>
    <w:rsid w:val="00336F1E"/>
    <w:rsid w:val="00337181"/>
    <w:rsid w:val="00337E07"/>
    <w:rsid w:val="00342AD6"/>
    <w:rsid w:val="00342EE8"/>
    <w:rsid w:val="003440BE"/>
    <w:rsid w:val="0034420C"/>
    <w:rsid w:val="003448D0"/>
    <w:rsid w:val="00344EC4"/>
    <w:rsid w:val="0034515C"/>
    <w:rsid w:val="00345901"/>
    <w:rsid w:val="00346973"/>
    <w:rsid w:val="00346AEF"/>
    <w:rsid w:val="00351B1C"/>
    <w:rsid w:val="00351EC3"/>
    <w:rsid w:val="00352CFA"/>
    <w:rsid w:val="003530B7"/>
    <w:rsid w:val="003554B4"/>
    <w:rsid w:val="00356BF9"/>
    <w:rsid w:val="003610BF"/>
    <w:rsid w:val="003614A0"/>
    <w:rsid w:val="00362698"/>
    <w:rsid w:val="00364487"/>
    <w:rsid w:val="00364F80"/>
    <w:rsid w:val="0037099A"/>
    <w:rsid w:val="003712DF"/>
    <w:rsid w:val="00371DC3"/>
    <w:rsid w:val="003743D6"/>
    <w:rsid w:val="00374B2F"/>
    <w:rsid w:val="003760F6"/>
    <w:rsid w:val="00377893"/>
    <w:rsid w:val="00377F2A"/>
    <w:rsid w:val="00380257"/>
    <w:rsid w:val="0038107B"/>
    <w:rsid w:val="00381E1C"/>
    <w:rsid w:val="003821E2"/>
    <w:rsid w:val="003862CC"/>
    <w:rsid w:val="00386484"/>
    <w:rsid w:val="00386E87"/>
    <w:rsid w:val="00390A01"/>
    <w:rsid w:val="00390F5E"/>
    <w:rsid w:val="003913C7"/>
    <w:rsid w:val="003941F3"/>
    <w:rsid w:val="00397962"/>
    <w:rsid w:val="003979BC"/>
    <w:rsid w:val="003A0D23"/>
    <w:rsid w:val="003A2B20"/>
    <w:rsid w:val="003A35FC"/>
    <w:rsid w:val="003A3C08"/>
    <w:rsid w:val="003A47E0"/>
    <w:rsid w:val="003A4CC9"/>
    <w:rsid w:val="003B48E6"/>
    <w:rsid w:val="003B58D7"/>
    <w:rsid w:val="003B792E"/>
    <w:rsid w:val="003C0327"/>
    <w:rsid w:val="003C0E86"/>
    <w:rsid w:val="003C2653"/>
    <w:rsid w:val="003C30C5"/>
    <w:rsid w:val="003C43F8"/>
    <w:rsid w:val="003D0AA5"/>
    <w:rsid w:val="003D0FFF"/>
    <w:rsid w:val="003D3EEF"/>
    <w:rsid w:val="003D4748"/>
    <w:rsid w:val="003D5EE3"/>
    <w:rsid w:val="003E053C"/>
    <w:rsid w:val="003E06EF"/>
    <w:rsid w:val="003E1148"/>
    <w:rsid w:val="003E1728"/>
    <w:rsid w:val="003E203C"/>
    <w:rsid w:val="003E276A"/>
    <w:rsid w:val="003E7B9D"/>
    <w:rsid w:val="003F4F77"/>
    <w:rsid w:val="003F7410"/>
    <w:rsid w:val="003F7555"/>
    <w:rsid w:val="004021FF"/>
    <w:rsid w:val="004023B5"/>
    <w:rsid w:val="004024DF"/>
    <w:rsid w:val="0040383A"/>
    <w:rsid w:val="00403C31"/>
    <w:rsid w:val="00403CC7"/>
    <w:rsid w:val="0040464E"/>
    <w:rsid w:val="00404E1E"/>
    <w:rsid w:val="00406BB2"/>
    <w:rsid w:val="00406FCF"/>
    <w:rsid w:val="00407B97"/>
    <w:rsid w:val="00407C22"/>
    <w:rsid w:val="00410E38"/>
    <w:rsid w:val="004111AB"/>
    <w:rsid w:val="00411C3C"/>
    <w:rsid w:val="0041202D"/>
    <w:rsid w:val="0041215C"/>
    <w:rsid w:val="00412E3A"/>
    <w:rsid w:val="00413828"/>
    <w:rsid w:val="00413CC8"/>
    <w:rsid w:val="00414E0A"/>
    <w:rsid w:val="004150C5"/>
    <w:rsid w:val="0042078A"/>
    <w:rsid w:val="00420871"/>
    <w:rsid w:val="0042187F"/>
    <w:rsid w:val="00423CA4"/>
    <w:rsid w:val="00430C14"/>
    <w:rsid w:val="00434ED5"/>
    <w:rsid w:val="0043585E"/>
    <w:rsid w:val="0043677F"/>
    <w:rsid w:val="00436EC9"/>
    <w:rsid w:val="00437536"/>
    <w:rsid w:val="004404AE"/>
    <w:rsid w:val="00443A04"/>
    <w:rsid w:val="0044439B"/>
    <w:rsid w:val="00447F9A"/>
    <w:rsid w:val="0045142A"/>
    <w:rsid w:val="00451C77"/>
    <w:rsid w:val="00453337"/>
    <w:rsid w:val="004541E6"/>
    <w:rsid w:val="004552AC"/>
    <w:rsid w:val="00455415"/>
    <w:rsid w:val="00457564"/>
    <w:rsid w:val="004613AD"/>
    <w:rsid w:val="0046571A"/>
    <w:rsid w:val="0046675D"/>
    <w:rsid w:val="00467284"/>
    <w:rsid w:val="004722C1"/>
    <w:rsid w:val="00473257"/>
    <w:rsid w:val="004734BE"/>
    <w:rsid w:val="0047531F"/>
    <w:rsid w:val="00477A70"/>
    <w:rsid w:val="00480F4D"/>
    <w:rsid w:val="0048189F"/>
    <w:rsid w:val="00487EA0"/>
    <w:rsid w:val="00491B92"/>
    <w:rsid w:val="00492009"/>
    <w:rsid w:val="0049221E"/>
    <w:rsid w:val="004927BB"/>
    <w:rsid w:val="00493101"/>
    <w:rsid w:val="00494EA8"/>
    <w:rsid w:val="004951E3"/>
    <w:rsid w:val="0049534C"/>
    <w:rsid w:val="004A0645"/>
    <w:rsid w:val="004A20E7"/>
    <w:rsid w:val="004A3C95"/>
    <w:rsid w:val="004A7390"/>
    <w:rsid w:val="004A7925"/>
    <w:rsid w:val="004B18FF"/>
    <w:rsid w:val="004B42A0"/>
    <w:rsid w:val="004B50CF"/>
    <w:rsid w:val="004B68A6"/>
    <w:rsid w:val="004B6FB7"/>
    <w:rsid w:val="004B74FD"/>
    <w:rsid w:val="004C1409"/>
    <w:rsid w:val="004C4AD5"/>
    <w:rsid w:val="004C5357"/>
    <w:rsid w:val="004C7FC1"/>
    <w:rsid w:val="004D076C"/>
    <w:rsid w:val="004D3C59"/>
    <w:rsid w:val="004D3F1B"/>
    <w:rsid w:val="004D45DE"/>
    <w:rsid w:val="004D5B47"/>
    <w:rsid w:val="004D5DF1"/>
    <w:rsid w:val="004D6030"/>
    <w:rsid w:val="004E0BAD"/>
    <w:rsid w:val="004E0D0C"/>
    <w:rsid w:val="004E3C22"/>
    <w:rsid w:val="004F0A2F"/>
    <w:rsid w:val="004F5FE3"/>
    <w:rsid w:val="004F68F9"/>
    <w:rsid w:val="004F6D81"/>
    <w:rsid w:val="00500256"/>
    <w:rsid w:val="00500EB1"/>
    <w:rsid w:val="0050104B"/>
    <w:rsid w:val="00502235"/>
    <w:rsid w:val="00503A3D"/>
    <w:rsid w:val="00504463"/>
    <w:rsid w:val="00505221"/>
    <w:rsid w:val="005108F9"/>
    <w:rsid w:val="00511CDC"/>
    <w:rsid w:val="00511E84"/>
    <w:rsid w:val="0051235F"/>
    <w:rsid w:val="00512AA8"/>
    <w:rsid w:val="005143B1"/>
    <w:rsid w:val="00514708"/>
    <w:rsid w:val="0051564D"/>
    <w:rsid w:val="00526997"/>
    <w:rsid w:val="00527A59"/>
    <w:rsid w:val="00530D07"/>
    <w:rsid w:val="00534602"/>
    <w:rsid w:val="00536D14"/>
    <w:rsid w:val="00541916"/>
    <w:rsid w:val="00542472"/>
    <w:rsid w:val="00543B3F"/>
    <w:rsid w:val="0054466A"/>
    <w:rsid w:val="00545C25"/>
    <w:rsid w:val="00546381"/>
    <w:rsid w:val="00547FE2"/>
    <w:rsid w:val="00550485"/>
    <w:rsid w:val="00550F33"/>
    <w:rsid w:val="00551F82"/>
    <w:rsid w:val="0055352E"/>
    <w:rsid w:val="00556F78"/>
    <w:rsid w:val="005571DD"/>
    <w:rsid w:val="00557CEF"/>
    <w:rsid w:val="00561DED"/>
    <w:rsid w:val="00563D69"/>
    <w:rsid w:val="0056517F"/>
    <w:rsid w:val="00565858"/>
    <w:rsid w:val="0056607C"/>
    <w:rsid w:val="00567FDF"/>
    <w:rsid w:val="005703D6"/>
    <w:rsid w:val="00570D48"/>
    <w:rsid w:val="00571004"/>
    <w:rsid w:val="005710EF"/>
    <w:rsid w:val="005725AA"/>
    <w:rsid w:val="005725E3"/>
    <w:rsid w:val="00574633"/>
    <w:rsid w:val="00576E5A"/>
    <w:rsid w:val="0057753A"/>
    <w:rsid w:val="0058011E"/>
    <w:rsid w:val="00581CFF"/>
    <w:rsid w:val="00581D4C"/>
    <w:rsid w:val="0058369C"/>
    <w:rsid w:val="00583D9A"/>
    <w:rsid w:val="00583F29"/>
    <w:rsid w:val="00585668"/>
    <w:rsid w:val="00585A98"/>
    <w:rsid w:val="00586DCF"/>
    <w:rsid w:val="0058738A"/>
    <w:rsid w:val="0059224F"/>
    <w:rsid w:val="00595170"/>
    <w:rsid w:val="00595BB6"/>
    <w:rsid w:val="00596409"/>
    <w:rsid w:val="005966B8"/>
    <w:rsid w:val="005A15F5"/>
    <w:rsid w:val="005A3AEC"/>
    <w:rsid w:val="005A76A1"/>
    <w:rsid w:val="005A7FC9"/>
    <w:rsid w:val="005B0308"/>
    <w:rsid w:val="005B0BA6"/>
    <w:rsid w:val="005B11F1"/>
    <w:rsid w:val="005B164B"/>
    <w:rsid w:val="005B1E96"/>
    <w:rsid w:val="005B2A18"/>
    <w:rsid w:val="005B48ED"/>
    <w:rsid w:val="005B7B88"/>
    <w:rsid w:val="005C0362"/>
    <w:rsid w:val="005C10C4"/>
    <w:rsid w:val="005C21C2"/>
    <w:rsid w:val="005C23E5"/>
    <w:rsid w:val="005C2FFB"/>
    <w:rsid w:val="005C3518"/>
    <w:rsid w:val="005C3952"/>
    <w:rsid w:val="005C3EE9"/>
    <w:rsid w:val="005C5CD1"/>
    <w:rsid w:val="005C61B0"/>
    <w:rsid w:val="005C66B5"/>
    <w:rsid w:val="005C72F8"/>
    <w:rsid w:val="005D20D5"/>
    <w:rsid w:val="005D21F0"/>
    <w:rsid w:val="005D2503"/>
    <w:rsid w:val="005D3092"/>
    <w:rsid w:val="005D51EA"/>
    <w:rsid w:val="005D570C"/>
    <w:rsid w:val="005E18DA"/>
    <w:rsid w:val="005E325E"/>
    <w:rsid w:val="005F2B0C"/>
    <w:rsid w:val="005F440A"/>
    <w:rsid w:val="005F651B"/>
    <w:rsid w:val="005F7B2F"/>
    <w:rsid w:val="0060332A"/>
    <w:rsid w:val="00604C35"/>
    <w:rsid w:val="00604DCA"/>
    <w:rsid w:val="00605E23"/>
    <w:rsid w:val="006072C4"/>
    <w:rsid w:val="00612578"/>
    <w:rsid w:val="00612965"/>
    <w:rsid w:val="006133B0"/>
    <w:rsid w:val="00614E1D"/>
    <w:rsid w:val="0061612C"/>
    <w:rsid w:val="00616B96"/>
    <w:rsid w:val="00620CBA"/>
    <w:rsid w:val="0062116E"/>
    <w:rsid w:val="0062187D"/>
    <w:rsid w:val="00621C62"/>
    <w:rsid w:val="00622F80"/>
    <w:rsid w:val="006255BF"/>
    <w:rsid w:val="00625CFB"/>
    <w:rsid w:val="0062620A"/>
    <w:rsid w:val="00626220"/>
    <w:rsid w:val="006273C8"/>
    <w:rsid w:val="006276AA"/>
    <w:rsid w:val="00632237"/>
    <w:rsid w:val="0063569F"/>
    <w:rsid w:val="00635DE8"/>
    <w:rsid w:val="00637381"/>
    <w:rsid w:val="006414C1"/>
    <w:rsid w:val="00641EBD"/>
    <w:rsid w:val="00642256"/>
    <w:rsid w:val="006460E7"/>
    <w:rsid w:val="00647A44"/>
    <w:rsid w:val="00647FAF"/>
    <w:rsid w:val="00654351"/>
    <w:rsid w:val="0065532F"/>
    <w:rsid w:val="00655515"/>
    <w:rsid w:val="00657A52"/>
    <w:rsid w:val="006610EE"/>
    <w:rsid w:val="0066184C"/>
    <w:rsid w:val="00663192"/>
    <w:rsid w:val="00671156"/>
    <w:rsid w:val="0067289F"/>
    <w:rsid w:val="00674D66"/>
    <w:rsid w:val="006758D6"/>
    <w:rsid w:val="00675A4B"/>
    <w:rsid w:val="00676C99"/>
    <w:rsid w:val="0067741C"/>
    <w:rsid w:val="00681946"/>
    <w:rsid w:val="0068315F"/>
    <w:rsid w:val="00683377"/>
    <w:rsid w:val="00684866"/>
    <w:rsid w:val="00685F8D"/>
    <w:rsid w:val="006871FA"/>
    <w:rsid w:val="00687D5B"/>
    <w:rsid w:val="006920CC"/>
    <w:rsid w:val="00695282"/>
    <w:rsid w:val="00695F7E"/>
    <w:rsid w:val="0069622D"/>
    <w:rsid w:val="00697713"/>
    <w:rsid w:val="006A0E47"/>
    <w:rsid w:val="006A4290"/>
    <w:rsid w:val="006A471E"/>
    <w:rsid w:val="006A775F"/>
    <w:rsid w:val="006B05E5"/>
    <w:rsid w:val="006B3E09"/>
    <w:rsid w:val="006B4A04"/>
    <w:rsid w:val="006B50AB"/>
    <w:rsid w:val="006B53EE"/>
    <w:rsid w:val="006B77B9"/>
    <w:rsid w:val="006C0047"/>
    <w:rsid w:val="006C0A60"/>
    <w:rsid w:val="006C0FD3"/>
    <w:rsid w:val="006C4E4B"/>
    <w:rsid w:val="006C745E"/>
    <w:rsid w:val="006D056A"/>
    <w:rsid w:val="006D07FF"/>
    <w:rsid w:val="006D10C2"/>
    <w:rsid w:val="006D32A8"/>
    <w:rsid w:val="006D352D"/>
    <w:rsid w:val="006D5102"/>
    <w:rsid w:val="006E166A"/>
    <w:rsid w:val="006E4445"/>
    <w:rsid w:val="006E445A"/>
    <w:rsid w:val="006F0113"/>
    <w:rsid w:val="006F138A"/>
    <w:rsid w:val="006F20E5"/>
    <w:rsid w:val="006F2A73"/>
    <w:rsid w:val="006F2F3D"/>
    <w:rsid w:val="006F470E"/>
    <w:rsid w:val="006F59E2"/>
    <w:rsid w:val="006F5CA1"/>
    <w:rsid w:val="0070018B"/>
    <w:rsid w:val="007005BF"/>
    <w:rsid w:val="007023E2"/>
    <w:rsid w:val="00703CCC"/>
    <w:rsid w:val="00704ED2"/>
    <w:rsid w:val="00704F5F"/>
    <w:rsid w:val="00706578"/>
    <w:rsid w:val="00706953"/>
    <w:rsid w:val="00710E42"/>
    <w:rsid w:val="007132FA"/>
    <w:rsid w:val="00715983"/>
    <w:rsid w:val="007260CD"/>
    <w:rsid w:val="00731D6B"/>
    <w:rsid w:val="00732DAE"/>
    <w:rsid w:val="00732F08"/>
    <w:rsid w:val="007334CD"/>
    <w:rsid w:val="0073687C"/>
    <w:rsid w:val="007377D1"/>
    <w:rsid w:val="00737B89"/>
    <w:rsid w:val="00741039"/>
    <w:rsid w:val="007430CD"/>
    <w:rsid w:val="00745B48"/>
    <w:rsid w:val="0074646F"/>
    <w:rsid w:val="00746D00"/>
    <w:rsid w:val="00747DF2"/>
    <w:rsid w:val="007512D0"/>
    <w:rsid w:val="0075334F"/>
    <w:rsid w:val="00754003"/>
    <w:rsid w:val="007541A8"/>
    <w:rsid w:val="00754D46"/>
    <w:rsid w:val="00754EC6"/>
    <w:rsid w:val="00761AC9"/>
    <w:rsid w:val="00762E87"/>
    <w:rsid w:val="0076776F"/>
    <w:rsid w:val="007703EE"/>
    <w:rsid w:val="007703FF"/>
    <w:rsid w:val="007736DC"/>
    <w:rsid w:val="007747A9"/>
    <w:rsid w:val="007800CC"/>
    <w:rsid w:val="007802B9"/>
    <w:rsid w:val="007832F6"/>
    <w:rsid w:val="00784A8D"/>
    <w:rsid w:val="0078503A"/>
    <w:rsid w:val="007851C8"/>
    <w:rsid w:val="00786472"/>
    <w:rsid w:val="0078785F"/>
    <w:rsid w:val="00790267"/>
    <w:rsid w:val="00794FFC"/>
    <w:rsid w:val="007960EB"/>
    <w:rsid w:val="00797073"/>
    <w:rsid w:val="00797F05"/>
    <w:rsid w:val="007A1F84"/>
    <w:rsid w:val="007A3CF0"/>
    <w:rsid w:val="007A4E63"/>
    <w:rsid w:val="007A6214"/>
    <w:rsid w:val="007B024E"/>
    <w:rsid w:val="007B06E1"/>
    <w:rsid w:val="007B0A18"/>
    <w:rsid w:val="007B0ADF"/>
    <w:rsid w:val="007B0F18"/>
    <w:rsid w:val="007B3262"/>
    <w:rsid w:val="007C08C1"/>
    <w:rsid w:val="007C35AB"/>
    <w:rsid w:val="007C4810"/>
    <w:rsid w:val="007C749F"/>
    <w:rsid w:val="007D0BF9"/>
    <w:rsid w:val="007D12C4"/>
    <w:rsid w:val="007D1D0C"/>
    <w:rsid w:val="007D4BD9"/>
    <w:rsid w:val="007D5AFF"/>
    <w:rsid w:val="007D5D50"/>
    <w:rsid w:val="007D7B54"/>
    <w:rsid w:val="007E0BC7"/>
    <w:rsid w:val="007E1572"/>
    <w:rsid w:val="007F2DDC"/>
    <w:rsid w:val="007F6811"/>
    <w:rsid w:val="007F6DDF"/>
    <w:rsid w:val="00801433"/>
    <w:rsid w:val="00801B01"/>
    <w:rsid w:val="00801D37"/>
    <w:rsid w:val="00802F79"/>
    <w:rsid w:val="008031B3"/>
    <w:rsid w:val="00803975"/>
    <w:rsid w:val="00804E05"/>
    <w:rsid w:val="00806631"/>
    <w:rsid w:val="0080703D"/>
    <w:rsid w:val="008078B2"/>
    <w:rsid w:val="0081027C"/>
    <w:rsid w:val="008143E1"/>
    <w:rsid w:val="00815566"/>
    <w:rsid w:val="00815B49"/>
    <w:rsid w:val="008202A3"/>
    <w:rsid w:val="0082241B"/>
    <w:rsid w:val="008258AF"/>
    <w:rsid w:val="00825E34"/>
    <w:rsid w:val="008361CA"/>
    <w:rsid w:val="008401FF"/>
    <w:rsid w:val="00840631"/>
    <w:rsid w:val="008410FC"/>
    <w:rsid w:val="00841425"/>
    <w:rsid w:val="00843EDC"/>
    <w:rsid w:val="0084514C"/>
    <w:rsid w:val="0084514E"/>
    <w:rsid w:val="008454FE"/>
    <w:rsid w:val="0084705F"/>
    <w:rsid w:val="00850EE1"/>
    <w:rsid w:val="00854F4C"/>
    <w:rsid w:val="008563CF"/>
    <w:rsid w:val="00861879"/>
    <w:rsid w:val="008626CF"/>
    <w:rsid w:val="008631CE"/>
    <w:rsid w:val="00864895"/>
    <w:rsid w:val="0087070D"/>
    <w:rsid w:val="00870DD8"/>
    <w:rsid w:val="00872DDF"/>
    <w:rsid w:val="00872DFE"/>
    <w:rsid w:val="00874042"/>
    <w:rsid w:val="008754F2"/>
    <w:rsid w:val="0087687D"/>
    <w:rsid w:val="008778E6"/>
    <w:rsid w:val="0088074A"/>
    <w:rsid w:val="008809CA"/>
    <w:rsid w:val="00881123"/>
    <w:rsid w:val="0088201E"/>
    <w:rsid w:val="00882EBF"/>
    <w:rsid w:val="00885EFC"/>
    <w:rsid w:val="00886313"/>
    <w:rsid w:val="00891389"/>
    <w:rsid w:val="00892C97"/>
    <w:rsid w:val="008936B0"/>
    <w:rsid w:val="008942D2"/>
    <w:rsid w:val="00894492"/>
    <w:rsid w:val="008945A1"/>
    <w:rsid w:val="0089494A"/>
    <w:rsid w:val="00894AC8"/>
    <w:rsid w:val="00894DBD"/>
    <w:rsid w:val="008965A0"/>
    <w:rsid w:val="00896C76"/>
    <w:rsid w:val="00897213"/>
    <w:rsid w:val="00897457"/>
    <w:rsid w:val="008A051F"/>
    <w:rsid w:val="008A1871"/>
    <w:rsid w:val="008A25E7"/>
    <w:rsid w:val="008A3058"/>
    <w:rsid w:val="008A30EF"/>
    <w:rsid w:val="008A445E"/>
    <w:rsid w:val="008A74A1"/>
    <w:rsid w:val="008A7C01"/>
    <w:rsid w:val="008B1711"/>
    <w:rsid w:val="008B1C97"/>
    <w:rsid w:val="008B1D1F"/>
    <w:rsid w:val="008B5191"/>
    <w:rsid w:val="008B745E"/>
    <w:rsid w:val="008C0880"/>
    <w:rsid w:val="008C1C44"/>
    <w:rsid w:val="008C2576"/>
    <w:rsid w:val="008C2F82"/>
    <w:rsid w:val="008C3AD0"/>
    <w:rsid w:val="008C3E0C"/>
    <w:rsid w:val="008C3F8F"/>
    <w:rsid w:val="008C531C"/>
    <w:rsid w:val="008C5ADA"/>
    <w:rsid w:val="008C5E7D"/>
    <w:rsid w:val="008C6CBE"/>
    <w:rsid w:val="008C7DBF"/>
    <w:rsid w:val="008C7EE5"/>
    <w:rsid w:val="008D0E0E"/>
    <w:rsid w:val="008D3821"/>
    <w:rsid w:val="008D6271"/>
    <w:rsid w:val="008E60DC"/>
    <w:rsid w:val="008E69F9"/>
    <w:rsid w:val="008E6CB6"/>
    <w:rsid w:val="008F05B2"/>
    <w:rsid w:val="008F10CF"/>
    <w:rsid w:val="008F15AD"/>
    <w:rsid w:val="008F17B6"/>
    <w:rsid w:val="008F1E8E"/>
    <w:rsid w:val="008F2E38"/>
    <w:rsid w:val="008F73AE"/>
    <w:rsid w:val="0090397A"/>
    <w:rsid w:val="00907BAF"/>
    <w:rsid w:val="009101E7"/>
    <w:rsid w:val="009105F5"/>
    <w:rsid w:val="00914356"/>
    <w:rsid w:val="00914872"/>
    <w:rsid w:val="00914AD1"/>
    <w:rsid w:val="00915739"/>
    <w:rsid w:val="00923003"/>
    <w:rsid w:val="00924A1A"/>
    <w:rsid w:val="0092538C"/>
    <w:rsid w:val="00925BB5"/>
    <w:rsid w:val="00931C04"/>
    <w:rsid w:val="00933C39"/>
    <w:rsid w:val="00933DAF"/>
    <w:rsid w:val="00935146"/>
    <w:rsid w:val="0093771A"/>
    <w:rsid w:val="0094082C"/>
    <w:rsid w:val="00942879"/>
    <w:rsid w:val="0094549F"/>
    <w:rsid w:val="00945B77"/>
    <w:rsid w:val="00946511"/>
    <w:rsid w:val="00950DD2"/>
    <w:rsid w:val="00951B89"/>
    <w:rsid w:val="00954675"/>
    <w:rsid w:val="009569EF"/>
    <w:rsid w:val="0096167D"/>
    <w:rsid w:val="009646DF"/>
    <w:rsid w:val="009712E5"/>
    <w:rsid w:val="00971DCC"/>
    <w:rsid w:val="00975912"/>
    <w:rsid w:val="0097629E"/>
    <w:rsid w:val="00977A1A"/>
    <w:rsid w:val="00980A56"/>
    <w:rsid w:val="00980D15"/>
    <w:rsid w:val="009828E5"/>
    <w:rsid w:val="00983DE0"/>
    <w:rsid w:val="00984511"/>
    <w:rsid w:val="00985F4A"/>
    <w:rsid w:val="00994546"/>
    <w:rsid w:val="009A0E77"/>
    <w:rsid w:val="009A1ABA"/>
    <w:rsid w:val="009A3C90"/>
    <w:rsid w:val="009A49AE"/>
    <w:rsid w:val="009A4E01"/>
    <w:rsid w:val="009A7A2F"/>
    <w:rsid w:val="009B2935"/>
    <w:rsid w:val="009B2D2F"/>
    <w:rsid w:val="009B3130"/>
    <w:rsid w:val="009B4E4B"/>
    <w:rsid w:val="009B5EDE"/>
    <w:rsid w:val="009B6E71"/>
    <w:rsid w:val="009B7516"/>
    <w:rsid w:val="009B752B"/>
    <w:rsid w:val="009C2DD7"/>
    <w:rsid w:val="009C3C6D"/>
    <w:rsid w:val="009C51F1"/>
    <w:rsid w:val="009C614F"/>
    <w:rsid w:val="009C6F6F"/>
    <w:rsid w:val="009C6FB6"/>
    <w:rsid w:val="009C7644"/>
    <w:rsid w:val="009D1393"/>
    <w:rsid w:val="009D173F"/>
    <w:rsid w:val="009D1F11"/>
    <w:rsid w:val="009D1F56"/>
    <w:rsid w:val="009D22D6"/>
    <w:rsid w:val="009D35A2"/>
    <w:rsid w:val="009D7BBE"/>
    <w:rsid w:val="009E26DF"/>
    <w:rsid w:val="009E29CD"/>
    <w:rsid w:val="009E2E33"/>
    <w:rsid w:val="009E3095"/>
    <w:rsid w:val="009E3CFF"/>
    <w:rsid w:val="009E3FF4"/>
    <w:rsid w:val="009E46F7"/>
    <w:rsid w:val="009E4951"/>
    <w:rsid w:val="009E6A49"/>
    <w:rsid w:val="009F21CF"/>
    <w:rsid w:val="009F2A06"/>
    <w:rsid w:val="00A0063C"/>
    <w:rsid w:val="00A01705"/>
    <w:rsid w:val="00A02CB3"/>
    <w:rsid w:val="00A03DE5"/>
    <w:rsid w:val="00A05750"/>
    <w:rsid w:val="00A0732D"/>
    <w:rsid w:val="00A120C2"/>
    <w:rsid w:val="00A1239D"/>
    <w:rsid w:val="00A1292E"/>
    <w:rsid w:val="00A13B01"/>
    <w:rsid w:val="00A13EF9"/>
    <w:rsid w:val="00A1415A"/>
    <w:rsid w:val="00A14F2C"/>
    <w:rsid w:val="00A15DAA"/>
    <w:rsid w:val="00A16915"/>
    <w:rsid w:val="00A20A00"/>
    <w:rsid w:val="00A24AA0"/>
    <w:rsid w:val="00A26696"/>
    <w:rsid w:val="00A267CD"/>
    <w:rsid w:val="00A267FF"/>
    <w:rsid w:val="00A3052A"/>
    <w:rsid w:val="00A31642"/>
    <w:rsid w:val="00A327B7"/>
    <w:rsid w:val="00A33B95"/>
    <w:rsid w:val="00A3507F"/>
    <w:rsid w:val="00A356BA"/>
    <w:rsid w:val="00A35A88"/>
    <w:rsid w:val="00A365A4"/>
    <w:rsid w:val="00A4081D"/>
    <w:rsid w:val="00A424F9"/>
    <w:rsid w:val="00A429C5"/>
    <w:rsid w:val="00A43C18"/>
    <w:rsid w:val="00A44103"/>
    <w:rsid w:val="00A46C3B"/>
    <w:rsid w:val="00A47F8C"/>
    <w:rsid w:val="00A50053"/>
    <w:rsid w:val="00A501A1"/>
    <w:rsid w:val="00A51716"/>
    <w:rsid w:val="00A52B52"/>
    <w:rsid w:val="00A53563"/>
    <w:rsid w:val="00A548CD"/>
    <w:rsid w:val="00A57F14"/>
    <w:rsid w:val="00A606D8"/>
    <w:rsid w:val="00A6133E"/>
    <w:rsid w:val="00A62533"/>
    <w:rsid w:val="00A63A80"/>
    <w:rsid w:val="00A64A0E"/>
    <w:rsid w:val="00A748BF"/>
    <w:rsid w:val="00A75427"/>
    <w:rsid w:val="00A7563A"/>
    <w:rsid w:val="00A75AA7"/>
    <w:rsid w:val="00A80BD8"/>
    <w:rsid w:val="00A80D31"/>
    <w:rsid w:val="00A828D2"/>
    <w:rsid w:val="00A83E28"/>
    <w:rsid w:val="00A84822"/>
    <w:rsid w:val="00A86353"/>
    <w:rsid w:val="00A91DC2"/>
    <w:rsid w:val="00A94E6F"/>
    <w:rsid w:val="00AA64AF"/>
    <w:rsid w:val="00AA7119"/>
    <w:rsid w:val="00AB11AC"/>
    <w:rsid w:val="00AB47AB"/>
    <w:rsid w:val="00AB596D"/>
    <w:rsid w:val="00AB6CEA"/>
    <w:rsid w:val="00AB72E5"/>
    <w:rsid w:val="00AB7899"/>
    <w:rsid w:val="00AC1F1F"/>
    <w:rsid w:val="00AC1FB4"/>
    <w:rsid w:val="00AC2D69"/>
    <w:rsid w:val="00AC4412"/>
    <w:rsid w:val="00AC5117"/>
    <w:rsid w:val="00AC5965"/>
    <w:rsid w:val="00AC6E9A"/>
    <w:rsid w:val="00AD3461"/>
    <w:rsid w:val="00AD580E"/>
    <w:rsid w:val="00AD6B67"/>
    <w:rsid w:val="00AE151B"/>
    <w:rsid w:val="00AE1E45"/>
    <w:rsid w:val="00AE3D60"/>
    <w:rsid w:val="00AE42E0"/>
    <w:rsid w:val="00AF4C42"/>
    <w:rsid w:val="00B00118"/>
    <w:rsid w:val="00B00C0B"/>
    <w:rsid w:val="00B01BB3"/>
    <w:rsid w:val="00B027C8"/>
    <w:rsid w:val="00B02AD3"/>
    <w:rsid w:val="00B03AFA"/>
    <w:rsid w:val="00B0432F"/>
    <w:rsid w:val="00B05BF5"/>
    <w:rsid w:val="00B1169A"/>
    <w:rsid w:val="00B119FF"/>
    <w:rsid w:val="00B11A54"/>
    <w:rsid w:val="00B11FA6"/>
    <w:rsid w:val="00B1247F"/>
    <w:rsid w:val="00B12A03"/>
    <w:rsid w:val="00B13D2A"/>
    <w:rsid w:val="00B13DFE"/>
    <w:rsid w:val="00B14CD6"/>
    <w:rsid w:val="00B14FE8"/>
    <w:rsid w:val="00B17BEE"/>
    <w:rsid w:val="00B17D2F"/>
    <w:rsid w:val="00B21C0C"/>
    <w:rsid w:val="00B21C54"/>
    <w:rsid w:val="00B23D45"/>
    <w:rsid w:val="00B3288D"/>
    <w:rsid w:val="00B32D00"/>
    <w:rsid w:val="00B346F1"/>
    <w:rsid w:val="00B4064A"/>
    <w:rsid w:val="00B4367E"/>
    <w:rsid w:val="00B45BDE"/>
    <w:rsid w:val="00B461FD"/>
    <w:rsid w:val="00B47F13"/>
    <w:rsid w:val="00B50F0A"/>
    <w:rsid w:val="00B518D8"/>
    <w:rsid w:val="00B51F90"/>
    <w:rsid w:val="00B52952"/>
    <w:rsid w:val="00B53827"/>
    <w:rsid w:val="00B551DA"/>
    <w:rsid w:val="00B56226"/>
    <w:rsid w:val="00B57F64"/>
    <w:rsid w:val="00B6258D"/>
    <w:rsid w:val="00B62A6A"/>
    <w:rsid w:val="00B6306F"/>
    <w:rsid w:val="00B64564"/>
    <w:rsid w:val="00B703E3"/>
    <w:rsid w:val="00B7121C"/>
    <w:rsid w:val="00B73153"/>
    <w:rsid w:val="00B73373"/>
    <w:rsid w:val="00B74FD9"/>
    <w:rsid w:val="00B8156D"/>
    <w:rsid w:val="00B81E47"/>
    <w:rsid w:val="00B8367D"/>
    <w:rsid w:val="00B840B7"/>
    <w:rsid w:val="00B85263"/>
    <w:rsid w:val="00B8566B"/>
    <w:rsid w:val="00B86E42"/>
    <w:rsid w:val="00B8707A"/>
    <w:rsid w:val="00B902C7"/>
    <w:rsid w:val="00B90BD3"/>
    <w:rsid w:val="00B90C98"/>
    <w:rsid w:val="00B91B18"/>
    <w:rsid w:val="00B920A9"/>
    <w:rsid w:val="00B9383B"/>
    <w:rsid w:val="00B9515B"/>
    <w:rsid w:val="00B96D7B"/>
    <w:rsid w:val="00BA29AB"/>
    <w:rsid w:val="00BA6A38"/>
    <w:rsid w:val="00BB1A70"/>
    <w:rsid w:val="00BB66D4"/>
    <w:rsid w:val="00BB6870"/>
    <w:rsid w:val="00BB7F60"/>
    <w:rsid w:val="00BC0DDD"/>
    <w:rsid w:val="00BC37A2"/>
    <w:rsid w:val="00BC3A13"/>
    <w:rsid w:val="00BC7619"/>
    <w:rsid w:val="00BC7AC5"/>
    <w:rsid w:val="00BD3CED"/>
    <w:rsid w:val="00BD4CAD"/>
    <w:rsid w:val="00BD5815"/>
    <w:rsid w:val="00BD5DB9"/>
    <w:rsid w:val="00BD5DBC"/>
    <w:rsid w:val="00BD6210"/>
    <w:rsid w:val="00BD6AB4"/>
    <w:rsid w:val="00BD7D4A"/>
    <w:rsid w:val="00BE0258"/>
    <w:rsid w:val="00BE0A9E"/>
    <w:rsid w:val="00BE304F"/>
    <w:rsid w:val="00BE42A4"/>
    <w:rsid w:val="00BE476F"/>
    <w:rsid w:val="00BE4F58"/>
    <w:rsid w:val="00BE544B"/>
    <w:rsid w:val="00BE7665"/>
    <w:rsid w:val="00BE772A"/>
    <w:rsid w:val="00BF3B72"/>
    <w:rsid w:val="00BF4E51"/>
    <w:rsid w:val="00BF4F3D"/>
    <w:rsid w:val="00BF5749"/>
    <w:rsid w:val="00BF6670"/>
    <w:rsid w:val="00C051D0"/>
    <w:rsid w:val="00C06581"/>
    <w:rsid w:val="00C073BB"/>
    <w:rsid w:val="00C07889"/>
    <w:rsid w:val="00C10CD7"/>
    <w:rsid w:val="00C1241E"/>
    <w:rsid w:val="00C12A6E"/>
    <w:rsid w:val="00C12B15"/>
    <w:rsid w:val="00C137AD"/>
    <w:rsid w:val="00C142AA"/>
    <w:rsid w:val="00C20430"/>
    <w:rsid w:val="00C23E9D"/>
    <w:rsid w:val="00C240A4"/>
    <w:rsid w:val="00C242AC"/>
    <w:rsid w:val="00C24DE0"/>
    <w:rsid w:val="00C25110"/>
    <w:rsid w:val="00C2707F"/>
    <w:rsid w:val="00C27359"/>
    <w:rsid w:val="00C318EE"/>
    <w:rsid w:val="00C32097"/>
    <w:rsid w:val="00C32529"/>
    <w:rsid w:val="00C3252B"/>
    <w:rsid w:val="00C32C0F"/>
    <w:rsid w:val="00C34215"/>
    <w:rsid w:val="00C36675"/>
    <w:rsid w:val="00C36D51"/>
    <w:rsid w:val="00C44C83"/>
    <w:rsid w:val="00C44C9C"/>
    <w:rsid w:val="00C450BD"/>
    <w:rsid w:val="00C45509"/>
    <w:rsid w:val="00C51EF2"/>
    <w:rsid w:val="00C558D8"/>
    <w:rsid w:val="00C55DCA"/>
    <w:rsid w:val="00C5684C"/>
    <w:rsid w:val="00C571A3"/>
    <w:rsid w:val="00C577DE"/>
    <w:rsid w:val="00C62AFB"/>
    <w:rsid w:val="00C7326E"/>
    <w:rsid w:val="00C73D43"/>
    <w:rsid w:val="00C75924"/>
    <w:rsid w:val="00C76831"/>
    <w:rsid w:val="00C76937"/>
    <w:rsid w:val="00C81D85"/>
    <w:rsid w:val="00C82BE4"/>
    <w:rsid w:val="00C90487"/>
    <w:rsid w:val="00C90A97"/>
    <w:rsid w:val="00C92734"/>
    <w:rsid w:val="00C92DC2"/>
    <w:rsid w:val="00C935E6"/>
    <w:rsid w:val="00C93732"/>
    <w:rsid w:val="00C94828"/>
    <w:rsid w:val="00C94954"/>
    <w:rsid w:val="00C9739F"/>
    <w:rsid w:val="00C97CF5"/>
    <w:rsid w:val="00CA4184"/>
    <w:rsid w:val="00CA6598"/>
    <w:rsid w:val="00CB2B04"/>
    <w:rsid w:val="00CB33D8"/>
    <w:rsid w:val="00CB3729"/>
    <w:rsid w:val="00CB4B87"/>
    <w:rsid w:val="00CB6E53"/>
    <w:rsid w:val="00CC0122"/>
    <w:rsid w:val="00CC382B"/>
    <w:rsid w:val="00CC5596"/>
    <w:rsid w:val="00CC6234"/>
    <w:rsid w:val="00CD1043"/>
    <w:rsid w:val="00CD2577"/>
    <w:rsid w:val="00CD2745"/>
    <w:rsid w:val="00CD651B"/>
    <w:rsid w:val="00CD6705"/>
    <w:rsid w:val="00CE07C0"/>
    <w:rsid w:val="00CE74D4"/>
    <w:rsid w:val="00CF41D0"/>
    <w:rsid w:val="00CF4D60"/>
    <w:rsid w:val="00CF5C0A"/>
    <w:rsid w:val="00CF61A4"/>
    <w:rsid w:val="00CF629F"/>
    <w:rsid w:val="00CF664F"/>
    <w:rsid w:val="00CF6945"/>
    <w:rsid w:val="00CF7EBF"/>
    <w:rsid w:val="00D04495"/>
    <w:rsid w:val="00D052C0"/>
    <w:rsid w:val="00D0607E"/>
    <w:rsid w:val="00D063D5"/>
    <w:rsid w:val="00D07000"/>
    <w:rsid w:val="00D07065"/>
    <w:rsid w:val="00D10254"/>
    <w:rsid w:val="00D102E0"/>
    <w:rsid w:val="00D1046D"/>
    <w:rsid w:val="00D12F33"/>
    <w:rsid w:val="00D152AB"/>
    <w:rsid w:val="00D15C88"/>
    <w:rsid w:val="00D24473"/>
    <w:rsid w:val="00D26722"/>
    <w:rsid w:val="00D30AAD"/>
    <w:rsid w:val="00D30B1C"/>
    <w:rsid w:val="00D30BA9"/>
    <w:rsid w:val="00D30C83"/>
    <w:rsid w:val="00D31683"/>
    <w:rsid w:val="00D323C2"/>
    <w:rsid w:val="00D327C5"/>
    <w:rsid w:val="00D3547D"/>
    <w:rsid w:val="00D40768"/>
    <w:rsid w:val="00D40F22"/>
    <w:rsid w:val="00D45375"/>
    <w:rsid w:val="00D453E8"/>
    <w:rsid w:val="00D45B0F"/>
    <w:rsid w:val="00D50280"/>
    <w:rsid w:val="00D521E0"/>
    <w:rsid w:val="00D54BCA"/>
    <w:rsid w:val="00D550D8"/>
    <w:rsid w:val="00D55817"/>
    <w:rsid w:val="00D5658D"/>
    <w:rsid w:val="00D62185"/>
    <w:rsid w:val="00D63D29"/>
    <w:rsid w:val="00D64E01"/>
    <w:rsid w:val="00D65395"/>
    <w:rsid w:val="00D65D05"/>
    <w:rsid w:val="00D671F4"/>
    <w:rsid w:val="00D6748C"/>
    <w:rsid w:val="00D70DE4"/>
    <w:rsid w:val="00D71925"/>
    <w:rsid w:val="00D71F36"/>
    <w:rsid w:val="00D71F4E"/>
    <w:rsid w:val="00D7327F"/>
    <w:rsid w:val="00D740EC"/>
    <w:rsid w:val="00D76824"/>
    <w:rsid w:val="00D81E16"/>
    <w:rsid w:val="00D8315A"/>
    <w:rsid w:val="00D84059"/>
    <w:rsid w:val="00D8477A"/>
    <w:rsid w:val="00D8718D"/>
    <w:rsid w:val="00D901C1"/>
    <w:rsid w:val="00D910FE"/>
    <w:rsid w:val="00D91923"/>
    <w:rsid w:val="00D92EA6"/>
    <w:rsid w:val="00D935A1"/>
    <w:rsid w:val="00D93BA0"/>
    <w:rsid w:val="00D945DD"/>
    <w:rsid w:val="00D94C2C"/>
    <w:rsid w:val="00D96394"/>
    <w:rsid w:val="00D97391"/>
    <w:rsid w:val="00D97980"/>
    <w:rsid w:val="00DA0B99"/>
    <w:rsid w:val="00DA1EC8"/>
    <w:rsid w:val="00DB00A9"/>
    <w:rsid w:val="00DB0D2B"/>
    <w:rsid w:val="00DB0D9A"/>
    <w:rsid w:val="00DB160A"/>
    <w:rsid w:val="00DB2C2E"/>
    <w:rsid w:val="00DB3FA8"/>
    <w:rsid w:val="00DB5235"/>
    <w:rsid w:val="00DB5532"/>
    <w:rsid w:val="00DC1418"/>
    <w:rsid w:val="00DC1677"/>
    <w:rsid w:val="00DC2ABB"/>
    <w:rsid w:val="00DC71F8"/>
    <w:rsid w:val="00DD161E"/>
    <w:rsid w:val="00DD2EFF"/>
    <w:rsid w:val="00DD370E"/>
    <w:rsid w:val="00DD4733"/>
    <w:rsid w:val="00DD4B3B"/>
    <w:rsid w:val="00DE22D3"/>
    <w:rsid w:val="00DE5C44"/>
    <w:rsid w:val="00DF2313"/>
    <w:rsid w:val="00DF23A0"/>
    <w:rsid w:val="00DF32F5"/>
    <w:rsid w:val="00DF4E26"/>
    <w:rsid w:val="00DF7F3F"/>
    <w:rsid w:val="00E00403"/>
    <w:rsid w:val="00E02563"/>
    <w:rsid w:val="00E0775C"/>
    <w:rsid w:val="00E123D3"/>
    <w:rsid w:val="00E13CFD"/>
    <w:rsid w:val="00E14034"/>
    <w:rsid w:val="00E1718E"/>
    <w:rsid w:val="00E172C3"/>
    <w:rsid w:val="00E20615"/>
    <w:rsid w:val="00E20A29"/>
    <w:rsid w:val="00E22534"/>
    <w:rsid w:val="00E227C0"/>
    <w:rsid w:val="00E23679"/>
    <w:rsid w:val="00E2631C"/>
    <w:rsid w:val="00E26726"/>
    <w:rsid w:val="00E271C3"/>
    <w:rsid w:val="00E3028A"/>
    <w:rsid w:val="00E304EF"/>
    <w:rsid w:val="00E3376E"/>
    <w:rsid w:val="00E345CD"/>
    <w:rsid w:val="00E4521C"/>
    <w:rsid w:val="00E536D1"/>
    <w:rsid w:val="00E544C1"/>
    <w:rsid w:val="00E54AB3"/>
    <w:rsid w:val="00E54C44"/>
    <w:rsid w:val="00E57781"/>
    <w:rsid w:val="00E61C86"/>
    <w:rsid w:val="00E63ADB"/>
    <w:rsid w:val="00E6672C"/>
    <w:rsid w:val="00E67345"/>
    <w:rsid w:val="00E67394"/>
    <w:rsid w:val="00E67CCE"/>
    <w:rsid w:val="00E70035"/>
    <w:rsid w:val="00E736D1"/>
    <w:rsid w:val="00E75C7D"/>
    <w:rsid w:val="00E77EEC"/>
    <w:rsid w:val="00E8161D"/>
    <w:rsid w:val="00E83821"/>
    <w:rsid w:val="00E849EE"/>
    <w:rsid w:val="00E85C50"/>
    <w:rsid w:val="00E87B7C"/>
    <w:rsid w:val="00E9243D"/>
    <w:rsid w:val="00E94EE8"/>
    <w:rsid w:val="00E95CF0"/>
    <w:rsid w:val="00E9774A"/>
    <w:rsid w:val="00EA3B86"/>
    <w:rsid w:val="00EA401F"/>
    <w:rsid w:val="00EA4A6F"/>
    <w:rsid w:val="00EA5525"/>
    <w:rsid w:val="00EA55BC"/>
    <w:rsid w:val="00EA5A06"/>
    <w:rsid w:val="00EA6648"/>
    <w:rsid w:val="00EA6BBB"/>
    <w:rsid w:val="00EA78F3"/>
    <w:rsid w:val="00EA79FB"/>
    <w:rsid w:val="00EB0893"/>
    <w:rsid w:val="00EB34A8"/>
    <w:rsid w:val="00EB4BB8"/>
    <w:rsid w:val="00EB53D0"/>
    <w:rsid w:val="00EB5EE1"/>
    <w:rsid w:val="00EB636D"/>
    <w:rsid w:val="00EB7A98"/>
    <w:rsid w:val="00EB7AF9"/>
    <w:rsid w:val="00EB7BBE"/>
    <w:rsid w:val="00EC0E1E"/>
    <w:rsid w:val="00EC0FC9"/>
    <w:rsid w:val="00EC2524"/>
    <w:rsid w:val="00EC32DE"/>
    <w:rsid w:val="00EC4143"/>
    <w:rsid w:val="00EC42E4"/>
    <w:rsid w:val="00EC43FE"/>
    <w:rsid w:val="00EC4F93"/>
    <w:rsid w:val="00EC5423"/>
    <w:rsid w:val="00ED0201"/>
    <w:rsid w:val="00ED37DC"/>
    <w:rsid w:val="00ED408F"/>
    <w:rsid w:val="00EE0932"/>
    <w:rsid w:val="00EE2BBE"/>
    <w:rsid w:val="00EE2F07"/>
    <w:rsid w:val="00EE540C"/>
    <w:rsid w:val="00EE6E55"/>
    <w:rsid w:val="00EF0960"/>
    <w:rsid w:val="00EF11F5"/>
    <w:rsid w:val="00EF235C"/>
    <w:rsid w:val="00EF5F87"/>
    <w:rsid w:val="00F01F2A"/>
    <w:rsid w:val="00F02473"/>
    <w:rsid w:val="00F029EE"/>
    <w:rsid w:val="00F02D2E"/>
    <w:rsid w:val="00F02D57"/>
    <w:rsid w:val="00F0362F"/>
    <w:rsid w:val="00F04A20"/>
    <w:rsid w:val="00F069D9"/>
    <w:rsid w:val="00F06A02"/>
    <w:rsid w:val="00F077A7"/>
    <w:rsid w:val="00F078EF"/>
    <w:rsid w:val="00F1043A"/>
    <w:rsid w:val="00F1196D"/>
    <w:rsid w:val="00F1409F"/>
    <w:rsid w:val="00F15E2D"/>
    <w:rsid w:val="00F16674"/>
    <w:rsid w:val="00F20B38"/>
    <w:rsid w:val="00F237AA"/>
    <w:rsid w:val="00F237D0"/>
    <w:rsid w:val="00F25539"/>
    <w:rsid w:val="00F32C18"/>
    <w:rsid w:val="00F342CF"/>
    <w:rsid w:val="00F34EC5"/>
    <w:rsid w:val="00F36A68"/>
    <w:rsid w:val="00F37C8B"/>
    <w:rsid w:val="00F41FAE"/>
    <w:rsid w:val="00F42A17"/>
    <w:rsid w:val="00F42C61"/>
    <w:rsid w:val="00F42E6C"/>
    <w:rsid w:val="00F46D2C"/>
    <w:rsid w:val="00F50CBB"/>
    <w:rsid w:val="00F51C29"/>
    <w:rsid w:val="00F531B7"/>
    <w:rsid w:val="00F552CC"/>
    <w:rsid w:val="00F55967"/>
    <w:rsid w:val="00F5613F"/>
    <w:rsid w:val="00F60CE7"/>
    <w:rsid w:val="00F625F6"/>
    <w:rsid w:val="00F63D97"/>
    <w:rsid w:val="00F63F4D"/>
    <w:rsid w:val="00F65875"/>
    <w:rsid w:val="00F65D16"/>
    <w:rsid w:val="00F711D9"/>
    <w:rsid w:val="00F727E2"/>
    <w:rsid w:val="00F728F4"/>
    <w:rsid w:val="00F72F32"/>
    <w:rsid w:val="00F734C6"/>
    <w:rsid w:val="00F73B8C"/>
    <w:rsid w:val="00F73F00"/>
    <w:rsid w:val="00F7470E"/>
    <w:rsid w:val="00F75842"/>
    <w:rsid w:val="00F774F1"/>
    <w:rsid w:val="00F81892"/>
    <w:rsid w:val="00F85B03"/>
    <w:rsid w:val="00F869BB"/>
    <w:rsid w:val="00F87139"/>
    <w:rsid w:val="00F87505"/>
    <w:rsid w:val="00F90F25"/>
    <w:rsid w:val="00F91A36"/>
    <w:rsid w:val="00F92411"/>
    <w:rsid w:val="00F94611"/>
    <w:rsid w:val="00F956FF"/>
    <w:rsid w:val="00F95A65"/>
    <w:rsid w:val="00F96D6F"/>
    <w:rsid w:val="00FA48AF"/>
    <w:rsid w:val="00FA5963"/>
    <w:rsid w:val="00FA5C5D"/>
    <w:rsid w:val="00FB13A7"/>
    <w:rsid w:val="00FB21FC"/>
    <w:rsid w:val="00FB44C6"/>
    <w:rsid w:val="00FB5D92"/>
    <w:rsid w:val="00FB5DC3"/>
    <w:rsid w:val="00FB711D"/>
    <w:rsid w:val="00FC12E4"/>
    <w:rsid w:val="00FC3923"/>
    <w:rsid w:val="00FC5ECA"/>
    <w:rsid w:val="00FC622D"/>
    <w:rsid w:val="00FC631B"/>
    <w:rsid w:val="00FC7525"/>
    <w:rsid w:val="00FD00AA"/>
    <w:rsid w:val="00FD383E"/>
    <w:rsid w:val="00FD5C01"/>
    <w:rsid w:val="00FE470B"/>
    <w:rsid w:val="00FE6276"/>
    <w:rsid w:val="00FE76F4"/>
    <w:rsid w:val="00FF1C97"/>
    <w:rsid w:val="00FF5147"/>
    <w:rsid w:val="00FF6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B0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1B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801B01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1B01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801B01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01B0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193</TotalTime>
  <Pages>6</Pages>
  <Words>1612</Words>
  <Characters>9193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Баева Елена</dc:creator>
  <cp:keywords/>
  <dc:description/>
  <cp:lastModifiedBy>work</cp:lastModifiedBy>
  <cp:revision>35</cp:revision>
  <cp:lastPrinted>2017-06-27T05:23:00Z</cp:lastPrinted>
  <dcterms:created xsi:type="dcterms:W3CDTF">2017-04-25T06:19:00Z</dcterms:created>
  <dcterms:modified xsi:type="dcterms:W3CDTF">2017-07-10T04:01:00Z</dcterms:modified>
</cp:coreProperties>
</file>